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7777777" w:rsidR="003254A3" w:rsidRPr="00176A27" w:rsidRDefault="00BD76C3" w:rsidP="006C2343">
      <w:pPr>
        <w:pStyle w:val="Titul2"/>
      </w:pPr>
      <w:r w:rsidRPr="00176A27">
        <w:t>Příloha č. 2 c)</w:t>
      </w:r>
    </w:p>
    <w:p w14:paraId="5258F3DB" w14:textId="77777777" w:rsidR="003254A3" w:rsidRPr="00176A27" w:rsidRDefault="003254A3" w:rsidP="00AD0C7B">
      <w:pPr>
        <w:pStyle w:val="Titul2"/>
      </w:pPr>
    </w:p>
    <w:p w14:paraId="39900907" w14:textId="77777777" w:rsidR="00AD0C7B" w:rsidRPr="00176A27" w:rsidRDefault="00BD76C3" w:rsidP="006C2343">
      <w:pPr>
        <w:pStyle w:val="Titul1"/>
      </w:pPr>
      <w:r w:rsidRPr="00176A27">
        <w:t>Zvláštní</w:t>
      </w:r>
      <w:r w:rsidR="00AD0C7B" w:rsidRPr="00176A27">
        <w:t xml:space="preserve"> technické podmínky</w:t>
      </w:r>
    </w:p>
    <w:p w14:paraId="65B71DAB" w14:textId="77777777" w:rsidR="00AD0C7B" w:rsidRPr="00176A27" w:rsidRDefault="00AD0C7B" w:rsidP="00EB46E5">
      <w:pPr>
        <w:pStyle w:val="Titul2"/>
      </w:pPr>
    </w:p>
    <w:p w14:paraId="3CFA17F1" w14:textId="77777777" w:rsidR="00EB46E5" w:rsidRPr="00176A27" w:rsidRDefault="00EB46E5" w:rsidP="00BF54FE">
      <w:pPr>
        <w:pStyle w:val="Titul2"/>
      </w:pPr>
      <w:r w:rsidRPr="00176A27">
        <w:t>Zh</w:t>
      </w:r>
      <w:r w:rsidRPr="00176A27">
        <w:rPr>
          <w:rStyle w:val="Nzevakce"/>
          <w:b/>
        </w:rPr>
        <w:t>otov</w:t>
      </w:r>
      <w:r w:rsidRPr="00176A27">
        <w:t>en</w:t>
      </w:r>
      <w:r w:rsidR="00232000" w:rsidRPr="00176A27">
        <w:t xml:space="preserve">í stavby </w:t>
      </w:r>
    </w:p>
    <w:p w14:paraId="617544D3" w14:textId="77777777" w:rsidR="002007BA" w:rsidRPr="00176A27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Content>
        <w:p w14:paraId="6ADE4F68" w14:textId="53810ABF" w:rsidR="00BF54FE" w:rsidRPr="00D61BB3" w:rsidRDefault="00176A27" w:rsidP="006C2343">
          <w:pPr>
            <w:pStyle w:val="Tituldatum"/>
            <w:rPr>
              <w:rStyle w:val="Nzevakce"/>
            </w:rPr>
          </w:pPr>
          <w:r w:rsidRPr="00176A27">
            <w:rPr>
              <w:rStyle w:val="Nzevakce"/>
            </w:rPr>
            <w:t xml:space="preserve">Oprava TV v </w:t>
          </w:r>
          <w:proofErr w:type="spellStart"/>
          <w:r w:rsidRPr="00176A27">
            <w:rPr>
              <w:rStyle w:val="Nzevakce"/>
            </w:rPr>
            <w:t>žst</w:t>
          </w:r>
          <w:proofErr w:type="spellEnd"/>
          <w:r w:rsidRPr="00176A27">
            <w:rPr>
              <w:rStyle w:val="Nzevakce"/>
            </w:rPr>
            <w:t>. Sokolnice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054AB234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176A27">
        <w:t>24.02.2023</w:t>
      </w:r>
      <w:proofErr w:type="gramEnd"/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0FB1963A" w14:textId="02EBDE91" w:rsidR="00406CE4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8128709" w:history="1">
        <w:r w:rsidR="00406CE4" w:rsidRPr="00D330A9">
          <w:rPr>
            <w:rStyle w:val="Hypertextovodkaz"/>
          </w:rPr>
          <w:t>SEZNAM ZKRATEK</w:t>
        </w:r>
        <w:r w:rsidR="00406CE4">
          <w:rPr>
            <w:noProof/>
            <w:webHidden/>
          </w:rPr>
          <w:tab/>
        </w:r>
        <w:r w:rsidR="00406CE4">
          <w:rPr>
            <w:noProof/>
            <w:webHidden/>
          </w:rPr>
          <w:fldChar w:fldCharType="begin"/>
        </w:r>
        <w:r w:rsidR="00406CE4">
          <w:rPr>
            <w:noProof/>
            <w:webHidden/>
          </w:rPr>
          <w:instrText xml:space="preserve"> PAGEREF _Toc128128709 \h </w:instrText>
        </w:r>
        <w:r w:rsidR="00406CE4">
          <w:rPr>
            <w:noProof/>
            <w:webHidden/>
          </w:rPr>
        </w:r>
        <w:r w:rsidR="00406CE4">
          <w:rPr>
            <w:noProof/>
            <w:webHidden/>
          </w:rPr>
          <w:fldChar w:fldCharType="separate"/>
        </w:r>
        <w:r w:rsidR="00406CE4">
          <w:rPr>
            <w:noProof/>
            <w:webHidden/>
          </w:rPr>
          <w:t>2</w:t>
        </w:r>
        <w:r w:rsidR="00406CE4">
          <w:rPr>
            <w:noProof/>
            <w:webHidden/>
          </w:rPr>
          <w:fldChar w:fldCharType="end"/>
        </w:r>
      </w:hyperlink>
    </w:p>
    <w:p w14:paraId="2ADCEB64" w14:textId="25A75C07" w:rsidR="00406CE4" w:rsidRDefault="00406CE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128710" w:history="1">
        <w:r w:rsidRPr="00D330A9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_Toc128128710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83F1745" w14:textId="20179447" w:rsidR="00406CE4" w:rsidRDefault="00406CE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128711" w:history="1">
        <w:r w:rsidRPr="00D330A9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330A9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_Toc128128711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76C97E5" w14:textId="3487ABCB" w:rsidR="00406CE4" w:rsidRDefault="00406CE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128712" w:history="1">
        <w:r w:rsidRPr="00D330A9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330A9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_Toc128128712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C0C0057" w14:textId="45626CEF" w:rsidR="00406CE4" w:rsidRDefault="00406CE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128713" w:history="1">
        <w:r w:rsidRPr="00D330A9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330A9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_Toc128128713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375BC68" w14:textId="4EB99705" w:rsidR="00406CE4" w:rsidRDefault="00406CE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128714" w:history="1">
        <w:r w:rsidRPr="00D330A9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330A9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_Toc128128714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6C9C178" w14:textId="5A448C86" w:rsidR="00406CE4" w:rsidRDefault="00406CE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128715" w:history="1">
        <w:r w:rsidRPr="00D330A9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330A9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_Toc128128715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50FCA58" w14:textId="53A94870" w:rsidR="00406CE4" w:rsidRDefault="00406CE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128716" w:history="1">
        <w:r w:rsidRPr="00D330A9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330A9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_Toc128128716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9D2832F" w14:textId="7AE01974" w:rsidR="00406CE4" w:rsidRDefault="00406CE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128717" w:history="1">
        <w:r w:rsidRPr="00D330A9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330A9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_Toc128128717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BFF8D85" w14:textId="76CC2689" w:rsidR="00406CE4" w:rsidRDefault="00406CE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128718" w:history="1">
        <w:r w:rsidRPr="00D330A9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330A9">
          <w:rPr>
            <w:rStyle w:val="Hypertextovodkaz"/>
          </w:rPr>
          <w:t>Zvláštní TECHNICKÉ podmímky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_Toc128128718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5E5134A" w14:textId="6E4D6B4C" w:rsidR="00406CE4" w:rsidRDefault="00406CE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128719" w:history="1">
        <w:r w:rsidRPr="00D330A9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330A9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_Toc128128719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021CDFC" w14:textId="0AAC4FA2" w:rsidR="00406CE4" w:rsidRDefault="00406CE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128720" w:history="1">
        <w:r w:rsidRPr="00D330A9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330A9">
          <w:rPr>
            <w:rStyle w:val="Hypertextovodkaz"/>
          </w:rPr>
          <w:t>Doklady překládané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_Toc128128720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BE7F6B0" w14:textId="264BB9C9" w:rsidR="00406CE4" w:rsidRDefault="00406CE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128721" w:history="1">
        <w:r w:rsidRPr="00D330A9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330A9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_Toc128128721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CEFBC58" w14:textId="14204B4A" w:rsidR="00406CE4" w:rsidRDefault="00406CE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128722" w:history="1">
        <w:r w:rsidRPr="00D330A9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330A9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_Toc128128722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4193FED" w14:textId="6359FF08" w:rsidR="00406CE4" w:rsidRDefault="00406CE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128723" w:history="1">
        <w:r w:rsidRPr="00D330A9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330A9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_Toc128128723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7B65DA3" w14:textId="6CBD7E7B" w:rsidR="00406CE4" w:rsidRDefault="00406CE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128724" w:history="1">
        <w:r w:rsidRPr="00D330A9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D330A9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_Toc128128724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A32F753" w14:textId="1A4A70B1" w:rsidR="00406CE4" w:rsidRDefault="00406CE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128725" w:history="1">
        <w:r w:rsidRPr="00D330A9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330A9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_Toc128128725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0472570" w14:textId="0F18A522" w:rsidR="00406CE4" w:rsidRDefault="00406CE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128726" w:history="1">
        <w:r w:rsidRPr="00D330A9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D330A9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_Toc128128726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0D8D7FD" w14:textId="44A2DF60" w:rsidR="00AD0C7B" w:rsidRDefault="00BD7E91" w:rsidP="008D03B9">
      <w:r>
        <w:fldChar w:fldCharType="end"/>
      </w:r>
    </w:p>
    <w:p w14:paraId="3760464F" w14:textId="2D291DF7" w:rsidR="00406CE4" w:rsidRDefault="00406CE4" w:rsidP="008D03B9"/>
    <w:p w14:paraId="1D6F56D6" w14:textId="57CC7844" w:rsidR="00406CE4" w:rsidRDefault="00406CE4" w:rsidP="008D03B9"/>
    <w:p w14:paraId="5A2EBAAB" w14:textId="77777777" w:rsidR="00406CE4" w:rsidRDefault="00406CE4" w:rsidP="008D03B9">
      <w:bookmarkStart w:id="0" w:name="_GoBack"/>
      <w:bookmarkEnd w:id="0"/>
    </w:p>
    <w:p w14:paraId="5E492BC7" w14:textId="77777777" w:rsidR="00AD0C7B" w:rsidRDefault="00AD0C7B" w:rsidP="00DA1C67">
      <w:pPr>
        <w:pStyle w:val="Nadpisbezsl1-1"/>
        <w:outlineLvl w:val="0"/>
      </w:pPr>
      <w:bookmarkStart w:id="1" w:name="_Toc13731854"/>
      <w:bookmarkStart w:id="2" w:name="_Toc128128709"/>
      <w:r>
        <w:t>SEZNAM ZKRATEK</w:t>
      </w:r>
      <w:bookmarkEnd w:id="2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8035FE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4E892CD5" w:rsidR="008035FE" w:rsidRPr="00AD0C7B" w:rsidRDefault="008035FE" w:rsidP="008035FE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65869354" w:rsidR="008035FE" w:rsidRPr="006115D3" w:rsidRDefault="008035FE" w:rsidP="008035FE">
            <w:pPr>
              <w:pStyle w:val="Zkratky2"/>
            </w:pPr>
            <w:r>
              <w:t>Elektronický stavební deník</w:t>
            </w:r>
          </w:p>
        </w:tc>
      </w:tr>
      <w:tr w:rsidR="00D52AB6" w:rsidRPr="00AD0C7B" w14:paraId="2AFCE3FE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4C17D8" w14:textId="49DDA2DD" w:rsidR="00D52AB6" w:rsidRDefault="00D52AB6" w:rsidP="00D52AB6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3B8226" w14:textId="4AFC49C1" w:rsidR="00D52AB6" w:rsidRDefault="00D52AB6" w:rsidP="00D52AB6">
            <w:pPr>
              <w:pStyle w:val="Zkratky2"/>
            </w:pPr>
            <w:r>
              <w:t>Opravné a údržbové akce</w:t>
            </w:r>
          </w:p>
        </w:tc>
      </w:tr>
      <w:tr w:rsidR="00D52AB6" w:rsidRPr="00AD0C7B" w14:paraId="64DBAD2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346C63" w14:textId="0C09D459" w:rsidR="00D52AB6" w:rsidRDefault="00D52AB6" w:rsidP="00D52AB6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2F123D" w14:textId="31AB75F3" w:rsidR="00D52AB6" w:rsidRDefault="00D52AB6" w:rsidP="00D52AB6">
            <w:pPr>
              <w:pStyle w:val="Zkratky2"/>
            </w:pPr>
            <w:r w:rsidRPr="00F92E3A">
              <w:t>Úprava majetkových vztahů v železničních stanicích</w:t>
            </w:r>
          </w:p>
        </w:tc>
      </w:tr>
      <w:tr w:rsidR="00D52AB6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4A07FD9B" w:rsidR="00D52AB6" w:rsidRPr="00AD0C7B" w:rsidRDefault="00D52AB6" w:rsidP="00D52AB6">
            <w:pPr>
              <w:pStyle w:val="Zkratky1"/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1AD8709E" w:rsidR="00D52AB6" w:rsidRPr="006115D3" w:rsidRDefault="00D52AB6" w:rsidP="00D52AB6">
            <w:pPr>
              <w:pStyle w:val="Zkratky2"/>
            </w:pPr>
            <w:r w:rsidRPr="00462EF1">
              <w:t>Správa železnic, státní organizace</w:t>
            </w:r>
          </w:p>
        </w:tc>
      </w:tr>
      <w:tr w:rsidR="00D52AB6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5BF96B10" w:rsidR="00D52AB6" w:rsidRPr="00AD0C7B" w:rsidRDefault="00D52AB6" w:rsidP="00D52AB6">
            <w:pPr>
              <w:pStyle w:val="Zkratky1"/>
            </w:pPr>
            <w:r>
              <w:t>VN …………...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C5BC82" w14:textId="626DA362" w:rsidR="00D52AB6" w:rsidRPr="006115D3" w:rsidRDefault="00D52AB6" w:rsidP="00D52AB6">
            <w:pPr>
              <w:pStyle w:val="Zkratky2"/>
            </w:pPr>
            <w:r>
              <w:t>Vysoké napětí</w:t>
            </w:r>
          </w:p>
        </w:tc>
      </w:tr>
      <w:tr w:rsidR="00D52AB6" w:rsidRPr="00AD0C7B" w14:paraId="4843336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DFE5A4C" w14:textId="2E04268D" w:rsidR="00D52AB6" w:rsidRDefault="00D52AB6" w:rsidP="00D52AB6">
            <w:pPr>
              <w:pStyle w:val="Zkratky1"/>
            </w:pPr>
            <w:r>
              <w:t>NN …………..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DAF705" w14:textId="0941C74B" w:rsidR="00D52AB6" w:rsidRPr="00F92E3A" w:rsidRDefault="00D52AB6" w:rsidP="00D52AB6">
            <w:pPr>
              <w:pStyle w:val="Zkratky2"/>
            </w:pPr>
            <w:r>
              <w:t>Nízké napětí</w:t>
            </w:r>
          </w:p>
        </w:tc>
      </w:tr>
      <w:tr w:rsidR="00D52AB6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08C1512F" w:rsidR="00D52AB6" w:rsidRPr="00AD0C7B" w:rsidRDefault="00D52AB6" w:rsidP="00D52AB6">
            <w:pPr>
              <w:pStyle w:val="Zkratky1"/>
            </w:pPr>
            <w:r>
              <w:t>PD …………..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B543A28" w:rsidR="00D52AB6" w:rsidRPr="006115D3" w:rsidRDefault="00D52AB6" w:rsidP="00D52AB6">
            <w:pPr>
              <w:pStyle w:val="Zkratky2"/>
            </w:pPr>
            <w:r>
              <w:t>Projektová dokumentace</w:t>
            </w:r>
          </w:p>
        </w:tc>
      </w:tr>
      <w:tr w:rsidR="00D52AB6" w:rsidRPr="00AD0C7B" w14:paraId="44368E3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9E0D51" w14:textId="57975E0A" w:rsidR="00D52AB6" w:rsidRDefault="00D52AB6" w:rsidP="00D52AB6">
            <w:pPr>
              <w:pStyle w:val="Zkratky1"/>
            </w:pPr>
            <w:proofErr w:type="spellStart"/>
            <w:r>
              <w:t>Žst</w:t>
            </w:r>
            <w:proofErr w:type="spellEnd"/>
            <w:r>
              <w:t>. 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71AE40" w14:textId="64FF804B" w:rsidR="00D52AB6" w:rsidRDefault="00D52AB6" w:rsidP="00D52AB6">
            <w:pPr>
              <w:pStyle w:val="Zkratky2"/>
            </w:pPr>
            <w:r>
              <w:t>Železniční stanice</w:t>
            </w:r>
          </w:p>
        </w:tc>
      </w:tr>
      <w:tr w:rsidR="00D52AB6" w:rsidRPr="00AD0C7B" w14:paraId="6C65605E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377A51" w14:textId="29D48991" w:rsidR="00D52AB6" w:rsidRDefault="00D52AB6" w:rsidP="00D52AB6">
            <w:pPr>
              <w:pStyle w:val="Zkratky1"/>
            </w:pPr>
            <w:r>
              <w:t>TS ……………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5C48E6" w14:textId="59AE4582" w:rsidR="00D52AB6" w:rsidRDefault="00D52AB6" w:rsidP="00D52AB6">
            <w:pPr>
              <w:pStyle w:val="Zkratky2"/>
            </w:pPr>
            <w:r>
              <w:t>Trafostanice</w:t>
            </w:r>
          </w:p>
        </w:tc>
      </w:tr>
      <w:tr w:rsidR="00D52AB6" w:rsidRPr="00AD0C7B" w14:paraId="07E30D38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9D39CF" w14:textId="61586057" w:rsidR="00D52AB6" w:rsidRDefault="00D52AB6" w:rsidP="00D52AB6">
            <w:pPr>
              <w:pStyle w:val="Zkratky1"/>
            </w:pPr>
            <w:r>
              <w:t>EOV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BFBDD9" w14:textId="1674E28B" w:rsidR="00D52AB6" w:rsidRDefault="00D52AB6" w:rsidP="00D52AB6">
            <w:pPr>
              <w:pStyle w:val="Zkratky2"/>
            </w:pPr>
            <w:r>
              <w:t>Elektrický ohřev výměn</w:t>
            </w:r>
          </w:p>
        </w:tc>
      </w:tr>
      <w:tr w:rsidR="00D52AB6" w:rsidRPr="00AD0C7B" w14:paraId="530BE452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1F4D04" w14:textId="627F2864" w:rsidR="00D52AB6" w:rsidRDefault="00D52AB6" w:rsidP="00D52AB6">
            <w:pPr>
              <w:pStyle w:val="Zkratky1"/>
            </w:pPr>
            <w:r>
              <w:t>TV ……………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DA701D" w14:textId="433D62BD" w:rsidR="00D52AB6" w:rsidRDefault="00D52AB6" w:rsidP="00D52AB6">
            <w:pPr>
              <w:pStyle w:val="Zkratky2"/>
            </w:pPr>
            <w:r>
              <w:t>Trakční vedení</w:t>
            </w:r>
          </w:p>
        </w:tc>
      </w:tr>
      <w:tr w:rsidR="00D52AB6" w:rsidRPr="00AD0C7B" w14:paraId="10F9D76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035AC2" w14:textId="171FFF83" w:rsidR="00D52AB6" w:rsidRDefault="00D52AB6" w:rsidP="00D52AB6">
            <w:pPr>
              <w:pStyle w:val="Zkratky1"/>
            </w:pPr>
            <w:r>
              <w:t>ZTP 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6BD8DE7" w14:textId="419A09C0" w:rsidR="00D52AB6" w:rsidRDefault="00D52AB6" w:rsidP="00D52AB6">
            <w:pPr>
              <w:pStyle w:val="Zkratky2"/>
            </w:pPr>
            <w:r>
              <w:t>Zvláštní technické podmínky</w:t>
            </w:r>
          </w:p>
        </w:tc>
      </w:tr>
      <w:tr w:rsidR="00D52AB6" w:rsidRPr="00AD0C7B" w14:paraId="4FBEA914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35FE1A1" w14:textId="2A86AF83" w:rsidR="00D52AB6" w:rsidRDefault="00D52AB6" w:rsidP="00D52AB6">
            <w:pPr>
              <w:pStyle w:val="Zkratky1"/>
            </w:pPr>
            <w:r>
              <w:t>VTP ………….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5FA15F" w14:textId="0C07EED0" w:rsidR="00D52AB6" w:rsidRDefault="00D52AB6" w:rsidP="00D52AB6">
            <w:pPr>
              <w:pStyle w:val="Zkratky2"/>
            </w:pPr>
            <w:r>
              <w:t>Technické podmínky na realizaci staveb drah v platném znění</w:t>
            </w:r>
          </w:p>
        </w:tc>
      </w:tr>
      <w:tr w:rsidR="00D52AB6" w:rsidRPr="00D52AB6" w14:paraId="309EFEA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736F1C" w14:textId="0388A0E0" w:rsidR="00D52AB6" w:rsidRPr="00D52AB6" w:rsidRDefault="00D52AB6" w:rsidP="00D52AB6">
            <w:pPr>
              <w:pStyle w:val="Zkratky1"/>
            </w:pPr>
            <w:r w:rsidRPr="00D52AB6">
              <w:t xml:space="preserve">SEE </w:t>
            </w:r>
            <w:r w:rsidRPr="00D52AB6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7A51C0" w14:textId="2B9051E5" w:rsidR="00D52AB6" w:rsidRPr="00D52AB6" w:rsidRDefault="00D52AB6" w:rsidP="00D52AB6">
            <w:pPr>
              <w:pStyle w:val="Zkratky2"/>
            </w:pPr>
            <w:r w:rsidRPr="00D52AB6">
              <w:t>Správa elektrotechniky a energetiky</w:t>
            </w: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3" w:name="_Toc128128710"/>
      <w:r w:rsidRPr="00F92E3A">
        <w:lastRenderedPageBreak/>
        <w:t>Pojmy a definice</w:t>
      </w:r>
      <w:bookmarkEnd w:id="3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proofErr w:type="gramStart"/>
      <w:r w:rsidRPr="00F92E3A">
        <w:rPr>
          <w:sz w:val="18"/>
          <w:szCs w:val="18"/>
        </w:rPr>
        <w:t>se</w:t>
      </w:r>
      <w:proofErr w:type="gramEnd"/>
      <w:r w:rsidRPr="00F92E3A">
        <w:rPr>
          <w:sz w:val="18"/>
          <w:szCs w:val="18"/>
        </w:rPr>
        <w:t xml:space="preserve">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proofErr w:type="gramStart"/>
      <w:r w:rsidRPr="00F92E3A">
        <w:rPr>
          <w:sz w:val="18"/>
          <w:szCs w:val="18"/>
        </w:rPr>
        <w:t>se</w:t>
      </w:r>
      <w:proofErr w:type="gramEnd"/>
      <w:r w:rsidRPr="00F92E3A">
        <w:rPr>
          <w:sz w:val="18"/>
          <w:szCs w:val="18"/>
        </w:rPr>
        <w:t xml:space="preserve"> samostatně pro jednotlivé </w:t>
      </w:r>
      <w:proofErr w:type="gramStart"/>
      <w:r w:rsidRPr="00F92E3A">
        <w:rPr>
          <w:sz w:val="18"/>
          <w:szCs w:val="18"/>
        </w:rPr>
        <w:t>objekty.</w:t>
      </w:r>
      <w:proofErr w:type="gramEnd"/>
      <w:r w:rsidRPr="00F92E3A">
        <w:rPr>
          <w:sz w:val="18"/>
          <w:szCs w:val="18"/>
        </w:rPr>
        <w:t xml:space="preserve">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</w:t>
      </w:r>
      <w:proofErr w:type="gramStart"/>
      <w:r w:rsidRPr="00F92E3A">
        <w:rPr>
          <w:sz w:val="18"/>
          <w:szCs w:val="18"/>
        </w:rPr>
        <w:t>není</w:t>
      </w:r>
      <w:proofErr w:type="gramEnd"/>
      <w:r w:rsidRPr="00F92E3A">
        <w:rPr>
          <w:sz w:val="18"/>
          <w:szCs w:val="18"/>
        </w:rPr>
        <w:t xml:space="preserve"> OP </w:t>
      </w:r>
      <w:proofErr w:type="gramStart"/>
      <w:r w:rsidRPr="00F92E3A">
        <w:rPr>
          <w:sz w:val="18"/>
          <w:szCs w:val="18"/>
        </w:rPr>
        <w:t>stanoveno</w:t>
      </w:r>
      <w:proofErr w:type="gramEnd"/>
      <w:r w:rsidRPr="00F92E3A">
        <w:rPr>
          <w:sz w:val="18"/>
          <w:szCs w:val="18"/>
        </w:rPr>
        <w:t xml:space="preserve">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 xml:space="preserve"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</w:t>
      </w:r>
      <w:proofErr w:type="gramStart"/>
      <w:r w:rsidRPr="00F92E3A">
        <w:rPr>
          <w:sz w:val="18"/>
          <w:szCs w:val="18"/>
        </w:rPr>
        <w:t>dokumentací</w:t>
      </w:r>
      <w:proofErr w:type="gramEnd"/>
      <w:r w:rsidRPr="00F92E3A">
        <w:rPr>
          <w:sz w:val="18"/>
          <w:szCs w:val="18"/>
        </w:rPr>
        <w:t xml:space="preserve">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 veřejného rozpočtu, </w:t>
      </w:r>
      <w:proofErr w:type="gramStart"/>
      <w:r w:rsidRPr="00F92E3A">
        <w:rPr>
          <w:sz w:val="18"/>
          <w:szCs w:val="18"/>
        </w:rPr>
        <w:t>které</w:t>
      </w:r>
      <w:proofErr w:type="gramEnd"/>
      <w:r w:rsidRPr="00F92E3A">
        <w:rPr>
          <w:sz w:val="18"/>
          <w:szCs w:val="18"/>
        </w:rPr>
        <w:t xml:space="preserve">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4" w:name="_Toc6410429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bookmarkStart w:id="10" w:name="_Toc128128711"/>
      <w:r w:rsidRPr="00782CE4">
        <w:lastRenderedPageBreak/>
        <w:t>SPECIFIKACE</w:t>
      </w:r>
      <w:r>
        <w:t xml:space="preserve"> PŘEDMĚTU DÍLA</w:t>
      </w:r>
      <w:bookmarkEnd w:id="4"/>
      <w:bookmarkEnd w:id="10"/>
    </w:p>
    <w:p w14:paraId="05AE8C5C" w14:textId="77777777" w:rsidR="00DF7BAA" w:rsidRDefault="00DF7BAA" w:rsidP="00DF7BAA">
      <w:pPr>
        <w:pStyle w:val="Nadpis2-2"/>
      </w:pPr>
      <w:bookmarkStart w:id="11" w:name="_Toc6410430"/>
      <w:bookmarkStart w:id="12" w:name="_Toc128128712"/>
      <w:r>
        <w:t>Účel a rozsah předmětu Díla</w:t>
      </w:r>
      <w:bookmarkEnd w:id="11"/>
      <w:bookmarkEnd w:id="12"/>
    </w:p>
    <w:p w14:paraId="144B4FC2" w14:textId="5F71B1C3" w:rsidR="00DF7BAA" w:rsidRPr="00A16611" w:rsidRDefault="00DF7BAA" w:rsidP="003B696D">
      <w:pPr>
        <w:pStyle w:val="Text2-1"/>
      </w:pPr>
      <w:r w:rsidRPr="00A16611">
        <w:t xml:space="preserve">Předmětem díla je zhotovení stavby </w:t>
      </w:r>
      <w:r w:rsidRPr="003B696D">
        <w:t>„</w:t>
      </w:r>
      <w:r w:rsidR="003B696D" w:rsidRPr="003B696D">
        <w:t xml:space="preserve">Oprava TV v </w:t>
      </w:r>
      <w:proofErr w:type="spellStart"/>
      <w:r w:rsidR="003B696D" w:rsidRPr="003B696D">
        <w:t>žst</w:t>
      </w:r>
      <w:proofErr w:type="spellEnd"/>
      <w:r w:rsidR="003B696D" w:rsidRPr="003B696D">
        <w:t>. Sokolnice</w:t>
      </w:r>
      <w:r w:rsidRPr="003B696D">
        <w:t>“</w:t>
      </w:r>
      <w:r w:rsidR="00EC4FA5" w:rsidRPr="003B696D">
        <w:t>,</w:t>
      </w:r>
      <w:r w:rsidRPr="00A16611">
        <w:t xml:space="preserve"> jejímž cílem j</w:t>
      </w:r>
      <w:r w:rsidR="009A5C9F">
        <w:t>sou</w:t>
      </w:r>
      <w:r w:rsidRPr="00A16611">
        <w:t xml:space="preserve"> </w:t>
      </w:r>
      <w:r w:rsidR="009A5C9F" w:rsidRPr="00DD3867">
        <w:rPr>
          <w:rFonts w:eastAsia="Calibri"/>
        </w:rPr>
        <w:t xml:space="preserve">demontáže vybraných součástí trakčního vedení v </w:t>
      </w:r>
      <w:proofErr w:type="spellStart"/>
      <w:r w:rsidR="009A5C9F" w:rsidRPr="00DD3867">
        <w:rPr>
          <w:rFonts w:eastAsia="Calibri"/>
        </w:rPr>
        <w:t>žst</w:t>
      </w:r>
      <w:proofErr w:type="spellEnd"/>
      <w:r w:rsidR="009A5C9F" w:rsidRPr="00DD3867">
        <w:rPr>
          <w:rFonts w:eastAsia="Calibri"/>
        </w:rPr>
        <w:t>. S</w:t>
      </w:r>
      <w:r w:rsidR="009A5C9F">
        <w:rPr>
          <w:rFonts w:eastAsia="Calibri"/>
        </w:rPr>
        <w:t>okolnice-Telnice</w:t>
      </w:r>
      <w:r w:rsidR="009A5C9F" w:rsidRPr="00DD3867">
        <w:rPr>
          <w:rFonts w:eastAsia="Calibri"/>
        </w:rPr>
        <w:t>, které jsou nepotřebné, hrozí jejich poškozování nebo jsou potencionálním zdrojem nebezpečí a byla na ně schválena postradatelnost</w:t>
      </w:r>
      <w:r w:rsidR="009A5C9F">
        <w:rPr>
          <w:rFonts w:eastAsia="Calibri"/>
        </w:rPr>
        <w:t>.</w:t>
      </w:r>
    </w:p>
    <w:p w14:paraId="29AAB0CD" w14:textId="43A59612" w:rsidR="00E70AB8" w:rsidRPr="00A16611" w:rsidRDefault="00A16611" w:rsidP="00F52698">
      <w:pPr>
        <w:pStyle w:val="Text2-1"/>
      </w:pPr>
      <w:r w:rsidRPr="00A16611">
        <w:t>R</w:t>
      </w:r>
      <w:r w:rsidRPr="00F52698">
        <w:rPr>
          <w:i/>
        </w:rPr>
        <w:t>ozsa</w:t>
      </w:r>
      <w:r w:rsidRPr="00A16611">
        <w:t xml:space="preserve">h </w:t>
      </w:r>
      <w:r w:rsidRPr="009A5C9F">
        <w:t>Díla „</w:t>
      </w:r>
      <w:r w:rsidR="009A5C9F" w:rsidRPr="009A5C9F">
        <w:t xml:space="preserve">Oprava TV v </w:t>
      </w:r>
      <w:proofErr w:type="spellStart"/>
      <w:r w:rsidR="009A5C9F" w:rsidRPr="009A5C9F">
        <w:t>žst</w:t>
      </w:r>
      <w:proofErr w:type="spellEnd"/>
      <w:r w:rsidR="009A5C9F" w:rsidRPr="009A5C9F">
        <w:t>. Sokolnice</w:t>
      </w:r>
      <w:r w:rsidRPr="009A5C9F">
        <w:t xml:space="preserve">“ je </w:t>
      </w:r>
      <w:r w:rsidR="009A5C9F" w:rsidRPr="009A5C9F">
        <w:rPr>
          <w:rFonts w:eastAsia="Calibri"/>
        </w:rPr>
        <w:t xml:space="preserve">demontáž vybraných součástí trakčního vedení v </w:t>
      </w:r>
      <w:proofErr w:type="spellStart"/>
      <w:r w:rsidR="009A5C9F" w:rsidRPr="009A5C9F">
        <w:rPr>
          <w:rFonts w:eastAsia="Calibri"/>
        </w:rPr>
        <w:t>žst</w:t>
      </w:r>
      <w:proofErr w:type="spellEnd"/>
      <w:r w:rsidR="009A5C9F" w:rsidRPr="009A5C9F">
        <w:rPr>
          <w:rFonts w:eastAsia="Calibri"/>
        </w:rPr>
        <w:t>. Sokolnice-Telnice dle zpracované</w:t>
      </w:r>
      <w:r w:rsidR="009A5C9F" w:rsidRPr="00DD3867">
        <w:rPr>
          <w:rFonts w:eastAsia="Calibri"/>
        </w:rPr>
        <w:t xml:space="preserve"> projektové dokumentace. Na dotčeném zařízení, které po této akci zůstane v provozu, budou v rámci realizace provedeny i příslušné revize a zkoušky UTZ</w:t>
      </w:r>
      <w:r w:rsidR="009A5C9F">
        <w:rPr>
          <w:rFonts w:eastAsia="Calibri"/>
        </w:rPr>
        <w:t>.</w:t>
      </w:r>
    </w:p>
    <w:p w14:paraId="79B5C973" w14:textId="77777777" w:rsidR="00DF7BAA" w:rsidRDefault="00DF7BAA" w:rsidP="00DF7BAA">
      <w:pPr>
        <w:pStyle w:val="Nadpis2-2"/>
      </w:pPr>
      <w:bookmarkStart w:id="13" w:name="_Toc6410431"/>
      <w:bookmarkStart w:id="14" w:name="_Toc128128713"/>
      <w:r>
        <w:t>Umístění stavby</w:t>
      </w:r>
      <w:bookmarkEnd w:id="13"/>
      <w:bookmarkEnd w:id="14"/>
    </w:p>
    <w:p w14:paraId="4DFE4759" w14:textId="2DE962B3" w:rsidR="006972D4" w:rsidRDefault="00DF7BAA" w:rsidP="005A6C0C">
      <w:pPr>
        <w:pStyle w:val="Text2-1"/>
      </w:pPr>
      <w:r>
        <w:t xml:space="preserve">Stavba bude probíhat </w:t>
      </w:r>
      <w:r w:rsidR="009A5C9F">
        <w:t>v </w:t>
      </w:r>
      <w:proofErr w:type="spellStart"/>
      <w:r w:rsidR="009A5C9F">
        <w:t>žst</w:t>
      </w:r>
      <w:proofErr w:type="spellEnd"/>
      <w:r w:rsidR="009A5C9F">
        <w:t>. Sokolnice-Telnice, kraj Jihomoravský.</w:t>
      </w:r>
    </w:p>
    <w:p w14:paraId="481509A7" w14:textId="77777777" w:rsidR="00DF7BAA" w:rsidRDefault="00DF7BAA" w:rsidP="00DF7BAA">
      <w:pPr>
        <w:pStyle w:val="Nadpis2-1"/>
      </w:pPr>
      <w:bookmarkStart w:id="15" w:name="_Toc6410432"/>
      <w:bookmarkStart w:id="16" w:name="_Toc128128714"/>
      <w:r>
        <w:t>PŘEHLED VÝCHOZÍCH PODKLADŮ</w:t>
      </w:r>
      <w:bookmarkEnd w:id="15"/>
      <w:bookmarkEnd w:id="16"/>
    </w:p>
    <w:p w14:paraId="6A2039BC" w14:textId="77777777" w:rsidR="00DF7BAA" w:rsidRDefault="00DF7BAA" w:rsidP="00DF7BAA">
      <w:pPr>
        <w:pStyle w:val="Nadpis2-2"/>
      </w:pPr>
      <w:bookmarkStart w:id="17" w:name="_Toc6410433"/>
      <w:bookmarkStart w:id="18" w:name="_Toc128128715"/>
      <w:r>
        <w:t>Projektová dokumentace</w:t>
      </w:r>
      <w:bookmarkEnd w:id="17"/>
      <w:bookmarkEnd w:id="18"/>
    </w:p>
    <w:p w14:paraId="4ABFEB17" w14:textId="15D7CEF2" w:rsidR="006D5C79" w:rsidRPr="00615BEC" w:rsidRDefault="00615BEC" w:rsidP="00BD6175">
      <w:pPr>
        <w:pStyle w:val="Text2-1"/>
      </w:pPr>
      <w:r>
        <w:t xml:space="preserve">Projektová dokumentace </w:t>
      </w:r>
      <w:r w:rsidR="006D5C79">
        <w:t xml:space="preserve">pro realizaci této stavby je pouze „SO 01 ŽST Sokolnice“ z projektu </w:t>
      </w:r>
      <w:r>
        <w:t>„</w:t>
      </w:r>
      <w:r w:rsidR="006D5C79">
        <w:t>Oprava TV v </w:t>
      </w:r>
      <w:r w:rsidR="006D5C79">
        <w:t>ŽST Horní Cerekev, Jihlava, Jihlávka, Ostrov nad</w:t>
      </w:r>
      <w:r w:rsidR="006D5C79">
        <w:t xml:space="preserve"> </w:t>
      </w:r>
      <w:r w:rsidR="006D5C79">
        <w:t>Oslavou, Sokolnice a demontáž postradatelného TV na vlečkách</w:t>
      </w:r>
      <w:r>
        <w:t xml:space="preserve">“, zpracovatel </w:t>
      </w:r>
      <w:r w:rsidR="006D5C79">
        <w:t>SUDOP BRNO, spol. s r.o.</w:t>
      </w:r>
      <w:r>
        <w:t xml:space="preserve">, datum </w:t>
      </w:r>
      <w:r w:rsidR="006D5C79">
        <w:t>05/2022.</w:t>
      </w:r>
    </w:p>
    <w:p w14:paraId="52904154" w14:textId="77777777" w:rsidR="00DF7BAA" w:rsidRDefault="00DF7BAA" w:rsidP="00DF7BAA">
      <w:pPr>
        <w:pStyle w:val="Nadpis2-2"/>
      </w:pPr>
      <w:bookmarkStart w:id="19" w:name="_Toc6410434"/>
      <w:bookmarkStart w:id="20" w:name="_Toc128128716"/>
      <w:r>
        <w:t>Související dokumentace</w:t>
      </w:r>
      <w:bookmarkEnd w:id="19"/>
      <w:bookmarkEnd w:id="20"/>
    </w:p>
    <w:p w14:paraId="032720FE" w14:textId="041A00B3" w:rsidR="00615BEC" w:rsidRPr="00615BEC" w:rsidRDefault="006D5C79" w:rsidP="00615BEC">
      <w:pPr>
        <w:pStyle w:val="Text2-1"/>
      </w:pPr>
      <w:r w:rsidRPr="00AC5F4C">
        <w:t>Zhotoviteli bude v případě potřeby správcem poskytnuta technická dokumentace stávajícího stavu zařízení v papírové podobě</w:t>
      </w:r>
      <w:r>
        <w:t>.</w:t>
      </w:r>
      <w:r w:rsidRPr="00615BEC">
        <w:t xml:space="preserve"> </w:t>
      </w:r>
    </w:p>
    <w:p w14:paraId="68275920" w14:textId="77777777" w:rsidR="00DF7BAA" w:rsidRDefault="00DF7BAA" w:rsidP="00DF7BAA">
      <w:pPr>
        <w:pStyle w:val="Nadpis2-1"/>
      </w:pPr>
      <w:bookmarkStart w:id="21" w:name="_Toc6410435"/>
      <w:bookmarkStart w:id="22" w:name="_Toc128128717"/>
      <w:r>
        <w:t>KOORDINACE S JINÝMI STAVBAMI</w:t>
      </w:r>
      <w:bookmarkEnd w:id="21"/>
      <w:bookmarkEnd w:id="22"/>
      <w:r>
        <w:t xml:space="preserve"> </w:t>
      </w:r>
    </w:p>
    <w:p w14:paraId="48930A80" w14:textId="77777777" w:rsidR="00DF7BAA" w:rsidRPr="00BE3346" w:rsidRDefault="00DF7BAA" w:rsidP="00DF7BAA">
      <w:pPr>
        <w:pStyle w:val="Text2-1"/>
      </w:pPr>
      <w:r>
        <w:t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</w:t>
      </w:r>
      <w:r w:rsidRPr="00BE3346">
        <w:t xml:space="preserve">tě v jednotlivých </w:t>
      </w:r>
      <w:proofErr w:type="spellStart"/>
      <w:r w:rsidRPr="00BE3346">
        <w:t>žst</w:t>
      </w:r>
      <w:proofErr w:type="spellEnd"/>
      <w:r w:rsidRPr="00BE3346">
        <w:t xml:space="preserve">. apod. </w:t>
      </w:r>
    </w:p>
    <w:p w14:paraId="4C069D3A" w14:textId="77777777" w:rsidR="00DF7BAA" w:rsidRPr="00BE3346" w:rsidRDefault="00DF7BAA" w:rsidP="00DF7BAA">
      <w:pPr>
        <w:pStyle w:val="Text2-1"/>
      </w:pPr>
      <w:r w:rsidRPr="00BE3346">
        <w:t>Koordinace musí probíhat zejména s níže uvedenými investicemi a opravnými pracemi:</w:t>
      </w:r>
    </w:p>
    <w:p w14:paraId="34CA93E9" w14:textId="1A03B422" w:rsidR="00DF7BAA" w:rsidRPr="00BE3346" w:rsidRDefault="00C23B0A" w:rsidP="00BC59B3">
      <w:pPr>
        <w:pStyle w:val="Odstavec1-1a"/>
      </w:pPr>
      <w:r w:rsidRPr="00BE3346">
        <w:t>Oprava zabezpečovacího zařízení v ŽST Sokolnice-Telnice</w:t>
      </w:r>
      <w:r w:rsidR="00BE3346" w:rsidRPr="00BE3346">
        <w:t xml:space="preserve"> </w:t>
      </w:r>
      <w:r w:rsidR="00DF7BAA" w:rsidRPr="00BE3346">
        <w:t xml:space="preserve"> (investor</w:t>
      </w:r>
      <w:r w:rsidR="00BE3346" w:rsidRPr="00BE3346">
        <w:t>: Správa železnic, státní organizace, OŘ Brno</w:t>
      </w:r>
      <w:r w:rsidR="00DF7BAA" w:rsidRPr="00BE3346">
        <w:t xml:space="preserve">, </w:t>
      </w:r>
      <w:r w:rsidR="00BE3346" w:rsidRPr="00BE3346">
        <w:t>předpokl</w:t>
      </w:r>
      <w:r w:rsidR="00BE3346">
        <w:t>a</w:t>
      </w:r>
      <w:r w:rsidR="00BE3346" w:rsidRPr="00BE3346">
        <w:t>d realizace</w:t>
      </w:r>
      <w:r w:rsidR="00BE3346">
        <w:t>:</w:t>
      </w:r>
      <w:r w:rsidR="00BE3346" w:rsidRPr="00BE3346">
        <w:t xml:space="preserve"> 2023-2025)</w:t>
      </w:r>
      <w:r w:rsidR="00BE3346">
        <w:t>.</w:t>
      </w:r>
    </w:p>
    <w:p w14:paraId="32E3FFCA" w14:textId="77777777" w:rsidR="00DF7BAA" w:rsidRDefault="0025048A" w:rsidP="00DF7BAA">
      <w:pPr>
        <w:pStyle w:val="Nadpis2-1"/>
      </w:pPr>
      <w:bookmarkStart w:id="23" w:name="_Toc6410436"/>
      <w:bookmarkStart w:id="24" w:name="_Toc128128718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3"/>
      <w:bookmarkEnd w:id="24"/>
    </w:p>
    <w:p w14:paraId="6FD8A9DE" w14:textId="77777777" w:rsidR="00DF7BAA" w:rsidRDefault="00DF7BAA" w:rsidP="00DF7BAA">
      <w:pPr>
        <w:pStyle w:val="Nadpis2-2"/>
      </w:pPr>
      <w:bookmarkStart w:id="25" w:name="_Toc6410437"/>
      <w:bookmarkStart w:id="26" w:name="_Toc128128719"/>
      <w:r>
        <w:t>Všeobecně</w:t>
      </w:r>
      <w:bookmarkEnd w:id="25"/>
      <w:bookmarkEnd w:id="26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 xml:space="preserve">V čl. 1.1.2 TKP, odst. 1 se u odrážky „Projektová dokumentace (dále jen „Dokumentace“) </w:t>
      </w:r>
      <w:proofErr w:type="gramStart"/>
      <w:r w:rsidRPr="003B0494">
        <w:t>…“,vypouští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7" w:name="_Hlk115084506"/>
      <w:r w:rsidRPr="003B0494">
        <w:t>nejméně 5 pracovních dnů před termínem</w:t>
      </w:r>
      <w:bookmarkEnd w:id="27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lastRenderedPageBreak/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28" w:name="_Hlk115950514"/>
      <w:r w:rsidRPr="003B0494">
        <w:t xml:space="preserve">1.7.3.2 TKP, odst. 7 </w:t>
      </w:r>
      <w:bookmarkEnd w:id="28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</w:t>
      </w:r>
      <w:proofErr w:type="gramStart"/>
      <w:r w:rsidRPr="00F23487">
        <w:t>odst.1 se</w:t>
      </w:r>
      <w:proofErr w:type="gramEnd"/>
      <w:r w:rsidRPr="00F23487">
        <w:t xml:space="preserve">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9" w:name="_Hlk115329733"/>
      <w:bookmarkStart w:id="30" w:name="_Hlk115427294"/>
      <w:r w:rsidRPr="00EB6387">
        <w:t>…“</w:t>
      </w:r>
      <w:bookmarkEnd w:id="29"/>
      <w:r w:rsidRPr="00EB6387">
        <w:t>.</w:t>
      </w:r>
      <w:bookmarkEnd w:id="30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1" w:name="_Hlk115877962"/>
      <w:r w:rsidRPr="00F832AA">
        <w:t>„…</w:t>
      </w:r>
      <w:bookmarkEnd w:id="31"/>
      <w:r w:rsidRPr="00F832AA">
        <w:t xml:space="preserve"> tj. zpravidla Stavební správa SŽ</w:t>
      </w:r>
      <w:bookmarkStart w:id="32" w:name="_Hlk115334079"/>
      <w:r w:rsidRPr="00F832AA">
        <w:t>…“.</w:t>
      </w:r>
      <w:bookmarkEnd w:id="32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 xml:space="preserve">V čl. 1.9.2 TKP, odst. 4 v odrážce „body ŽBP“ se ruší </w:t>
      </w:r>
      <w:proofErr w:type="gramStart"/>
      <w:r w:rsidRPr="00F832AA">
        <w:t>text „...v Dokladové</w:t>
      </w:r>
      <w:proofErr w:type="gramEnd"/>
      <w:r w:rsidRPr="00F832AA">
        <w:t xml:space="preserve">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 xml:space="preserve">Čl. 1.9.4 TKP, </w:t>
      </w:r>
      <w:proofErr w:type="gramStart"/>
      <w:r w:rsidRPr="001A001A">
        <w:t>odst.5 se</w:t>
      </w:r>
      <w:proofErr w:type="gramEnd"/>
      <w:r w:rsidRPr="001A001A">
        <w:t xml:space="preserve">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3" w:name="_Hlk115953274"/>
      <w:r w:rsidRPr="002E5B84">
        <w:t xml:space="preserve">1.9.5.1 TKP, odst. 1, </w:t>
      </w:r>
      <w:bookmarkEnd w:id="33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lastRenderedPageBreak/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 xml:space="preserve">V čl. 1.11.3 TKP, odst. 5, se mění </w:t>
      </w:r>
      <w:proofErr w:type="gramStart"/>
      <w:r w:rsidRPr="00DF7856">
        <w:t>lhůta z 45</w:t>
      </w:r>
      <w:proofErr w:type="gramEnd"/>
      <w:r w:rsidRPr="00DF7856">
        <w:t xml:space="preserve">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4" w:name="_Hlk115869021"/>
      <w:r w:rsidRPr="00DF7856">
        <w:t>„…</w:t>
      </w:r>
      <w:bookmarkEnd w:id="34"/>
      <w:r w:rsidRPr="00DF7856">
        <w:t>a v podrobnostech směrnice SŽ SM011“</w:t>
      </w:r>
    </w:p>
    <w:p w14:paraId="5ABBE8F9" w14:textId="77777777" w:rsidR="00DF7856" w:rsidRPr="00BE3346" w:rsidRDefault="00DF7856" w:rsidP="00DF7856">
      <w:pPr>
        <w:pStyle w:val="Text2-2"/>
      </w:pPr>
      <w:r w:rsidRPr="00BE3346">
        <w:t>Čl. 1.11.5.1 TKP, odst. 3 se mění takto:</w:t>
      </w:r>
    </w:p>
    <w:p w14:paraId="75E57AD6" w14:textId="46D8D5A8" w:rsidR="00DF7856" w:rsidRPr="00BE3346" w:rsidRDefault="00DF7856" w:rsidP="004C1240">
      <w:pPr>
        <w:pStyle w:val="Text2-2"/>
        <w:numPr>
          <w:ilvl w:val="0"/>
          <w:numId w:val="0"/>
        </w:numPr>
        <w:ind w:left="1701"/>
      </w:pPr>
      <w:r w:rsidRPr="00BE3346">
        <w:t xml:space="preserve">Předání Dokumentace skutečného provedení stavby týkající se díla Zhotovitelem Objednateli proběhne </w:t>
      </w:r>
      <w:r w:rsidRPr="00BE3346">
        <w:rPr>
          <w:b/>
        </w:rPr>
        <w:t xml:space="preserve">v listinné podobě ve </w:t>
      </w:r>
      <w:r w:rsidR="00BE3346" w:rsidRPr="00BE3346">
        <w:rPr>
          <w:b/>
        </w:rPr>
        <w:t>čtyř</w:t>
      </w:r>
      <w:r w:rsidRPr="00BE3346">
        <w:rPr>
          <w:b/>
        </w:rPr>
        <w:t>ech vyhotoveních</w:t>
      </w:r>
      <w:r w:rsidRPr="00BE3346">
        <w:t xml:space="preserve"> pro technickou část do 2 měsíců, pro souborné zpracování geodetické části do 2 měsíců a kompletní </w:t>
      </w:r>
      <w:r w:rsidRPr="00BE3346">
        <w:rPr>
          <w:b/>
        </w:rPr>
        <w:t>dokumentace v elektronické podobě v rozsahu dle čl. 4.1.</w:t>
      </w:r>
      <w:r w:rsidR="001456A2" w:rsidRPr="00BE3346">
        <w:rPr>
          <w:b/>
        </w:rPr>
        <w:t>2.</w:t>
      </w:r>
      <w:r w:rsidRPr="00BE3346">
        <w:rPr>
          <w:b/>
        </w:rPr>
        <w:t>30</w:t>
      </w:r>
      <w:r w:rsidR="00C4162B" w:rsidRPr="00BE3346">
        <w:rPr>
          <w:b/>
        </w:rPr>
        <w:t xml:space="preserve"> </w:t>
      </w:r>
      <w:r w:rsidRPr="00BE3346">
        <w:rPr>
          <w:b/>
        </w:rPr>
        <w:t>těchto ZTP</w:t>
      </w:r>
      <w:r w:rsidRPr="00BE3346">
        <w:t xml:space="preserve"> do 3 měsíců ode dne, kdy byl vydán poslední Zápis o předání a převzetí díla, nejpozději však do termínu ukončení smluvního vztahu.</w:t>
      </w:r>
    </w:p>
    <w:p w14:paraId="2A6C8E15" w14:textId="77777777" w:rsidR="004C1240" w:rsidRPr="004C1240" w:rsidRDefault="004C1240" w:rsidP="004C1240">
      <w:pPr>
        <w:pStyle w:val="Text2-2"/>
      </w:pPr>
      <w:r>
        <w:t>Čl. 1.11.5.1 TKP, odst. 4 se ruší.</w:t>
      </w:r>
    </w:p>
    <w:p w14:paraId="21938E47" w14:textId="77777777" w:rsidR="004C1240" w:rsidRPr="004C1240" w:rsidRDefault="004C1240" w:rsidP="004C1240">
      <w:pPr>
        <w:pStyle w:val="Text2-2"/>
      </w:pPr>
      <w:r w:rsidRPr="004C1240">
        <w:t>Čl. 1.11.5.1 TKP, odst. 5 se ruší.</w:t>
      </w:r>
    </w:p>
    <w:p w14:paraId="34C5FAAF" w14:textId="77777777" w:rsidR="004C1240" w:rsidRPr="00BE3346" w:rsidRDefault="004C1240" w:rsidP="004C1240">
      <w:pPr>
        <w:pStyle w:val="Text2-2"/>
      </w:pPr>
      <w:r w:rsidRPr="00BE3346">
        <w:t>ČL 1.11.5.1 TKP, odst. 6 se mění takto:</w:t>
      </w:r>
    </w:p>
    <w:p w14:paraId="2A2ECA97" w14:textId="77777777" w:rsidR="004C1240" w:rsidRPr="00BE3346" w:rsidRDefault="004C1240" w:rsidP="004C1240">
      <w:pPr>
        <w:pStyle w:val="Text2-2"/>
        <w:numPr>
          <w:ilvl w:val="0"/>
          <w:numId w:val="0"/>
        </w:numPr>
        <w:ind w:left="1701"/>
      </w:pPr>
      <w:r w:rsidRPr="00BE3346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BE3346" w:rsidRDefault="004C1240" w:rsidP="00484F28">
      <w:pPr>
        <w:pStyle w:val="Text2-2"/>
        <w:numPr>
          <w:ilvl w:val="0"/>
          <w:numId w:val="22"/>
        </w:numPr>
      </w:pPr>
      <w:r w:rsidRPr="00BE3346">
        <w:t>kompletní dokumentace stavby v otevřené formě</w:t>
      </w:r>
    </w:p>
    <w:p w14:paraId="19A3DA3F" w14:textId="7E66C78D" w:rsidR="004C1240" w:rsidRPr="00BE3346" w:rsidRDefault="004C1240" w:rsidP="00484F28">
      <w:pPr>
        <w:pStyle w:val="Text2-2"/>
        <w:numPr>
          <w:ilvl w:val="0"/>
          <w:numId w:val="22"/>
        </w:numPr>
      </w:pPr>
      <w:r w:rsidRPr="00BE3346">
        <w:t>kompletní dokumentace stavby v uzavřené formě</w:t>
      </w:r>
    </w:p>
    <w:p w14:paraId="744A9FA1" w14:textId="77777777" w:rsidR="00E05363" w:rsidRPr="00E05363" w:rsidRDefault="00E05363" w:rsidP="00E05363">
      <w:pPr>
        <w:pStyle w:val="Text2-2"/>
      </w:pPr>
      <w:r w:rsidRPr="00E05363">
        <w:t>V čl. 1.11.5.1 TKP, odst. 7 se ruší text: „</w:t>
      </w:r>
      <w:proofErr w:type="gramStart"/>
      <w:r w:rsidRPr="00E05363">
        <w:t>…*.XML</w:t>
      </w:r>
      <w:proofErr w:type="gramEnd"/>
      <w:r w:rsidRPr="00E05363">
        <w:t xml:space="preserve"> (datový předpis XDC)“.</w:t>
      </w:r>
    </w:p>
    <w:p w14:paraId="6DDAD84D" w14:textId="77777777" w:rsidR="00735BE7" w:rsidRPr="00735F5B" w:rsidRDefault="00735BE7" w:rsidP="00735BE7">
      <w:pPr>
        <w:pStyle w:val="Text2-1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0337DCC4" w:rsidR="00735F5B" w:rsidRPr="008D1303" w:rsidRDefault="00735F5B" w:rsidP="00735F5B">
      <w:pPr>
        <w:pStyle w:val="Text2-2"/>
      </w:pPr>
      <w:r>
        <w:t xml:space="preserve">Objednatel se zavazuje zajistit </w:t>
      </w:r>
      <w:r w:rsidRPr="00BE3346">
        <w:t>Zhotoviteli právo užívání Staveniště, včetně železniční dopravní cesty, v době, kdy je toho třeba, aby mohl Zhotovitel Dílo dokončit řádně a včas za podmínek sjednaných</w:t>
      </w:r>
      <w:r>
        <w:t xml:space="preserve">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5.1.4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Default="00735F5B" w:rsidP="00735F5B">
      <w:pPr>
        <w:pStyle w:val="Text2-2"/>
      </w:pPr>
      <w:r>
        <w:lastRenderedPageBreak/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>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542F2746" w14:textId="77777777" w:rsidR="00735F5B" w:rsidRPr="00BE3346" w:rsidRDefault="00D21E77" w:rsidP="00735F5B">
      <w:pPr>
        <w:pStyle w:val="Text2-2"/>
      </w:pPr>
      <w:r w:rsidRPr="00BE3346">
        <w:t>P</w:t>
      </w:r>
      <w:r w:rsidR="00735F5B" w:rsidRPr="00BE3346">
        <w:t xml:space="preserve">rovedení </w:t>
      </w:r>
      <w:r w:rsidR="00735F5B" w:rsidRPr="00BE3346">
        <w:rPr>
          <w:b/>
        </w:rPr>
        <w:t xml:space="preserve">kontrolní zkoušky </w:t>
      </w:r>
      <w:r w:rsidR="00735F5B" w:rsidRPr="00BE3346">
        <w:t>zařízení</w:t>
      </w:r>
      <w:r w:rsidRPr="00BE3346">
        <w:t xml:space="preserve"> elektro</w:t>
      </w:r>
      <w:r w:rsidR="00735F5B" w:rsidRPr="00BE3346">
        <w:t xml:space="preserve"> </w:t>
      </w:r>
      <w:bookmarkStart w:id="35" w:name="_Hlk120195602"/>
      <w:r w:rsidR="00735F5B" w:rsidRPr="00BE3346">
        <w:t xml:space="preserve">(trakčního vedení, napájecí a spínací stanice, distribuční transformovny, EPZ) </w:t>
      </w:r>
      <w:bookmarkEnd w:id="35"/>
      <w:r w:rsidR="00735F5B" w:rsidRPr="00BE3346">
        <w:rPr>
          <w:b/>
        </w:rPr>
        <w:t>vyžaduje Objednatel v širším rozsahu, než je uvedeno v příslušných TKP.</w:t>
      </w:r>
      <w:r w:rsidR="00735F5B" w:rsidRPr="00BE3346">
        <w:t xml:space="preserve"> Veškeré doklady o měřeních a zkouškách bude Zhotovitel Objednateli předkládat vždy včetně vyhodnocení zjištěných parametrů.</w:t>
      </w:r>
    </w:p>
    <w:p w14:paraId="30027BFA" w14:textId="77777777" w:rsidR="00735F5B" w:rsidRPr="00BE3346" w:rsidRDefault="00735F5B" w:rsidP="00735F5B">
      <w:pPr>
        <w:pStyle w:val="Text2-2"/>
      </w:pPr>
      <w:r w:rsidRPr="00BE3346">
        <w:t>Kontroly a zkoušky rozvoden před uvedením do zkušebního provozu (pod napětím)</w:t>
      </w:r>
    </w:p>
    <w:p w14:paraId="6A5AED99" w14:textId="77777777" w:rsidR="00DF7856" w:rsidRPr="00BE3346" w:rsidRDefault="00735F5B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E3346">
        <w:rPr>
          <w:sz w:val="18"/>
          <w:szCs w:val="18"/>
        </w:rPr>
        <w:t>Všeobecné základní podmínky:</w:t>
      </w:r>
    </w:p>
    <w:p w14:paraId="3D5A073C" w14:textId="77777777" w:rsidR="00735F5B" w:rsidRPr="00BE3346" w:rsidRDefault="008A6999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E3346">
        <w:rPr>
          <w:sz w:val="18"/>
          <w:szCs w:val="18"/>
        </w:rPr>
        <w:t>ukončené hlavní montážní práce, zprovozněné technologické zařízení, blokovací podmínky atd.</w:t>
      </w:r>
    </w:p>
    <w:p w14:paraId="41D45DEA" w14:textId="77777777" w:rsidR="008A6999" w:rsidRPr="00BE3346" w:rsidRDefault="008A6999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E3346">
        <w:rPr>
          <w:sz w:val="18"/>
          <w:szCs w:val="18"/>
        </w:rPr>
        <w:t>vyhotovené výchozí revizní zprávy včetně provedených zkoušek zařízení z hlediska elektrické bezpečnosti dle platných ČSN a předepsaných protokolů,</w:t>
      </w:r>
    </w:p>
    <w:p w14:paraId="0B23C10A" w14:textId="77777777" w:rsidR="008A6999" w:rsidRPr="00BE3346" w:rsidRDefault="008A6999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E3346">
        <w:rPr>
          <w:sz w:val="18"/>
          <w:szCs w:val="18"/>
        </w:rPr>
        <w:t>vyhotovené výchozí revizní zprávy včetně provedených zkoušek zařízení z hlediska elektrické bezpečnosti dle platných ČSN a předepsaných protokolů,</w:t>
      </w:r>
    </w:p>
    <w:p w14:paraId="75B146BD" w14:textId="77777777" w:rsidR="008A6999" w:rsidRPr="00BE3346" w:rsidRDefault="008A6999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E3346">
        <w:rPr>
          <w:sz w:val="18"/>
          <w:szCs w:val="18"/>
        </w:rPr>
        <w:t>Ostatní specifické podmínky:</w:t>
      </w:r>
    </w:p>
    <w:p w14:paraId="2CF3C403" w14:textId="77777777" w:rsidR="008A6999" w:rsidRPr="00BE3346" w:rsidRDefault="008A6999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E3346">
        <w:rPr>
          <w:sz w:val="18"/>
          <w:szCs w:val="18"/>
        </w:rPr>
        <w:t>Kontrola Technologického zařízení</w:t>
      </w:r>
    </w:p>
    <w:p w14:paraId="1EB36A9A" w14:textId="77777777" w:rsidR="008A6999" w:rsidRPr="00BE3346" w:rsidRDefault="008A6999" w:rsidP="00F21EDB">
      <w:pPr>
        <w:pStyle w:val="Odstavecseseznamem"/>
        <w:numPr>
          <w:ilvl w:val="0"/>
          <w:numId w:val="16"/>
        </w:numPr>
        <w:ind w:left="1701" w:hanging="142"/>
        <w:jc w:val="both"/>
        <w:rPr>
          <w:sz w:val="18"/>
          <w:szCs w:val="18"/>
        </w:rPr>
      </w:pPr>
      <w:r w:rsidRPr="00BE3346">
        <w:rPr>
          <w:sz w:val="18"/>
          <w:szCs w:val="18"/>
        </w:rPr>
        <w:t>vybavení bezpečnostními tabulkami, osazení popisných tabulek zařízení apod.,</w:t>
      </w:r>
    </w:p>
    <w:p w14:paraId="640D62AC" w14:textId="77777777" w:rsidR="008A6999" w:rsidRPr="00BE3346" w:rsidRDefault="008A6999" w:rsidP="00F21EDB">
      <w:pPr>
        <w:pStyle w:val="Odstavecseseznamem"/>
        <w:numPr>
          <w:ilvl w:val="0"/>
          <w:numId w:val="16"/>
        </w:numPr>
        <w:ind w:left="1701" w:hanging="142"/>
        <w:jc w:val="both"/>
        <w:rPr>
          <w:sz w:val="18"/>
          <w:szCs w:val="18"/>
        </w:rPr>
      </w:pPr>
      <w:r w:rsidRPr="00BE3346">
        <w:rPr>
          <w:sz w:val="18"/>
          <w:szCs w:val="18"/>
        </w:rPr>
        <w:t>kontrola funkce elektroinstalace, temperování přístrojů a místností rozvodny, osvětlení,</w:t>
      </w:r>
    </w:p>
    <w:p w14:paraId="708F3A52" w14:textId="77777777" w:rsidR="008A6999" w:rsidRPr="00BE3346" w:rsidRDefault="008A6999" w:rsidP="00F21EDB">
      <w:pPr>
        <w:pStyle w:val="Odstavecseseznamem"/>
        <w:numPr>
          <w:ilvl w:val="0"/>
          <w:numId w:val="16"/>
        </w:numPr>
        <w:ind w:left="1701" w:hanging="142"/>
        <w:jc w:val="both"/>
        <w:rPr>
          <w:sz w:val="18"/>
          <w:szCs w:val="18"/>
        </w:rPr>
      </w:pPr>
      <w:r w:rsidRPr="00BE3346">
        <w:rPr>
          <w:sz w:val="18"/>
          <w:szCs w:val="18"/>
        </w:rPr>
        <w:t>ochrana proti korozi, barevné a bezpečnostní nátěry, barevné značení vodičů, kabelů a uzemňovacího vedení</w:t>
      </w:r>
    </w:p>
    <w:p w14:paraId="41BD53D3" w14:textId="77777777" w:rsidR="008A6999" w:rsidRPr="00BE3346" w:rsidRDefault="008A6999" w:rsidP="00F21EDB">
      <w:pPr>
        <w:pStyle w:val="Odstavecseseznamem"/>
        <w:numPr>
          <w:ilvl w:val="0"/>
          <w:numId w:val="16"/>
        </w:numPr>
        <w:ind w:left="1701" w:hanging="142"/>
        <w:jc w:val="both"/>
        <w:rPr>
          <w:sz w:val="18"/>
          <w:szCs w:val="18"/>
        </w:rPr>
      </w:pPr>
      <w:r w:rsidRPr="00BE3346">
        <w:rPr>
          <w:sz w:val="18"/>
          <w:szCs w:val="18"/>
        </w:rPr>
        <w:t>splnění podmínek z hlediska bezpečnosti práce a ekologických   požadavků</w:t>
      </w:r>
    </w:p>
    <w:p w14:paraId="17459F32" w14:textId="77777777" w:rsidR="00EB3B0A" w:rsidRPr="00BE3346" w:rsidRDefault="00EB3B0A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E3346">
        <w:rPr>
          <w:sz w:val="18"/>
          <w:szCs w:val="18"/>
        </w:rPr>
        <w:t>Zkoušky a prověření správné funkce řídících a pomocných obvodů, blokování, ovládání a signalizace technologického zařízení dle jednotlivých způsobů obsluhy (tzn. místní, dálková, ústřední).</w:t>
      </w:r>
    </w:p>
    <w:p w14:paraId="64F8F6F6" w14:textId="77777777" w:rsidR="00EB3B0A" w:rsidRPr="00BE3346" w:rsidRDefault="00EB3B0A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E3346">
        <w:rPr>
          <w:sz w:val="18"/>
          <w:szCs w:val="18"/>
        </w:rPr>
        <w:t>Zkoušky a prověření správné funkce řídících a pomocných obvodů, ovládání a signalizace zařízení ovládací skříně pro ovládání úsekových odpojovačů dle jednotlivých způsobů obsluhy (tzn. místní, dálková, ústřední).</w:t>
      </w:r>
    </w:p>
    <w:p w14:paraId="3E27253E" w14:textId="77777777" w:rsidR="00EB3B0A" w:rsidRPr="00BE3346" w:rsidRDefault="00EB3B0A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E3346">
        <w:rPr>
          <w:sz w:val="18"/>
          <w:szCs w:val="18"/>
        </w:rPr>
        <w:t>Kontrola funkce vypínačů při působení ochran, kontrola převodů a nastavení ochran, kontrola funkce vlastní spotřeby rozvodny.</w:t>
      </w:r>
    </w:p>
    <w:p w14:paraId="7ECC883F" w14:textId="77777777" w:rsidR="00EB3B0A" w:rsidRPr="00BE3346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E3346">
        <w:rPr>
          <w:sz w:val="18"/>
          <w:szCs w:val="18"/>
        </w:rPr>
        <w:t>Kontrola dokumentace, výrobních výkresů a jejich opravy dle skutečného provedení atd.</w:t>
      </w:r>
    </w:p>
    <w:p w14:paraId="0793D918" w14:textId="77777777" w:rsidR="00AF4A42" w:rsidRPr="00BE3346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E3346">
        <w:rPr>
          <w:sz w:val="18"/>
          <w:szCs w:val="18"/>
        </w:rPr>
        <w:t>Kontrola připojení napájecí stanice (TT i TM) na TV a zpětného vedení.</w:t>
      </w:r>
    </w:p>
    <w:p w14:paraId="4DFC191A" w14:textId="77777777" w:rsidR="00AF4A42" w:rsidRPr="00BE3346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E3346">
        <w:rPr>
          <w:sz w:val="18"/>
          <w:szCs w:val="18"/>
        </w:rPr>
        <w:t>Kontrola kritických míst TV (mosty, tunely apod.) za účasti OŘ.</w:t>
      </w:r>
    </w:p>
    <w:p w14:paraId="5B5BDACD" w14:textId="77777777" w:rsidR="00AF4A42" w:rsidRPr="00BE3346" w:rsidRDefault="00AF4A42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E3346">
        <w:rPr>
          <w:sz w:val="18"/>
          <w:szCs w:val="18"/>
        </w:rPr>
        <w:t>Kontroly a zkoušky rozvodny po uvedení pod napětí:</w:t>
      </w:r>
    </w:p>
    <w:p w14:paraId="6DE5DAF0" w14:textId="77777777" w:rsidR="00AF4A42" w:rsidRPr="00BE3346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E3346">
        <w:rPr>
          <w:sz w:val="18"/>
          <w:szCs w:val="18"/>
        </w:rPr>
        <w:t>Provozní ověření přenosů měření, regulace napětí, převody proudových</w:t>
      </w:r>
      <w:r w:rsidR="001C5152" w:rsidRPr="00BE3346">
        <w:rPr>
          <w:sz w:val="18"/>
          <w:szCs w:val="18"/>
        </w:rPr>
        <w:t xml:space="preserve"> </w:t>
      </w:r>
      <w:r w:rsidRPr="00BE3346">
        <w:rPr>
          <w:sz w:val="18"/>
          <w:szCs w:val="18"/>
        </w:rPr>
        <w:t>a napěťových měničů, ověření měřících veličin, ověření a nastavení vazeb napáječů.</w:t>
      </w:r>
    </w:p>
    <w:p w14:paraId="260D1BAE" w14:textId="77777777" w:rsidR="00AF4A42" w:rsidRPr="00BE3346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E3346">
        <w:rPr>
          <w:sz w:val="18"/>
          <w:szCs w:val="18"/>
        </w:rPr>
        <w:t>Měření a nastavení parametrů FKZ, měření EMC.</w:t>
      </w:r>
    </w:p>
    <w:p w14:paraId="5FEBAAAA" w14:textId="77777777" w:rsidR="00AF4A42" w:rsidRPr="00BE3346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E3346">
        <w:rPr>
          <w:sz w:val="18"/>
          <w:szCs w:val="18"/>
        </w:rPr>
        <w:t>Zkratové zkoušky – účelem zkratových zkoušek bude zejména zjištění základních údajů, jako např. zkratových proudů a napětí v místě zkratu, impedance trakčního vedení, funkční zkouška a provozní ověření ochran, zjištění parametrů a hodnot pro zařízení pro měření místa zkratu.</w:t>
      </w:r>
    </w:p>
    <w:p w14:paraId="6EFF2E65" w14:textId="77777777" w:rsidR="00AF4A42" w:rsidRPr="00BE3346" w:rsidRDefault="00AF4A42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E3346">
        <w:rPr>
          <w:sz w:val="18"/>
          <w:szCs w:val="18"/>
        </w:rPr>
        <w:t>Předpokládá se provedení alespoň:</w:t>
      </w:r>
    </w:p>
    <w:p w14:paraId="4EA3D572" w14:textId="77777777" w:rsidR="00AF4A42" w:rsidRPr="00BE3346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E3346">
        <w:rPr>
          <w:sz w:val="18"/>
          <w:szCs w:val="18"/>
        </w:rPr>
        <w:t xml:space="preserve">2 zkratů na ověření činnosti ochran pro každý vypínač </w:t>
      </w:r>
      <w:proofErr w:type="spellStart"/>
      <w:r w:rsidRPr="00BE3346">
        <w:rPr>
          <w:sz w:val="18"/>
          <w:szCs w:val="18"/>
        </w:rPr>
        <w:t>SpS</w:t>
      </w:r>
      <w:proofErr w:type="spellEnd"/>
      <w:r w:rsidRPr="00BE3346">
        <w:rPr>
          <w:sz w:val="18"/>
          <w:szCs w:val="18"/>
        </w:rPr>
        <w:t>,</w:t>
      </w:r>
    </w:p>
    <w:p w14:paraId="7E4060E2" w14:textId="77777777" w:rsidR="00AF4A42" w:rsidRPr="00BE3346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E3346">
        <w:rPr>
          <w:sz w:val="18"/>
          <w:szCs w:val="18"/>
        </w:rPr>
        <w:t>2 blízkých zkratů pro ověření činnosti každého napáječe napájecí stanice (TT i TM),</w:t>
      </w:r>
    </w:p>
    <w:p w14:paraId="06D1C294" w14:textId="77777777" w:rsidR="00AF4A42" w:rsidRPr="00BE3346" w:rsidRDefault="00AF4A42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E3346">
        <w:rPr>
          <w:sz w:val="18"/>
          <w:szCs w:val="18"/>
        </w:rPr>
        <w:t>2 vzdálených zkratů pro ověření činnosti každého napáječe napájecí stanice (TT i TM).</w:t>
      </w:r>
    </w:p>
    <w:p w14:paraId="382260A3" w14:textId="77777777" w:rsidR="00AF4A42" w:rsidRPr="00BE3346" w:rsidRDefault="00AF4A42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E3346">
        <w:rPr>
          <w:sz w:val="18"/>
          <w:szCs w:val="18"/>
        </w:rPr>
        <w:t>Kontroly a zkoušky TV:</w:t>
      </w:r>
    </w:p>
    <w:p w14:paraId="19E221E3" w14:textId="77777777" w:rsidR="00AD75BB" w:rsidRPr="00BE3346" w:rsidRDefault="00AD75BB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E3346">
        <w:rPr>
          <w:sz w:val="18"/>
          <w:szCs w:val="18"/>
        </w:rPr>
        <w:lastRenderedPageBreak/>
        <w:t xml:space="preserve">Kontrolní zkoušky a revize TV včetně ověření parametrů trolejového vedení budou provedeny dle příslušných kapitol TKP a platných ČSN a ČSN EN. Ověření parametrů trakčního vedení při provádění </w:t>
      </w:r>
      <w:proofErr w:type="spellStart"/>
      <w:r w:rsidRPr="00BE3346">
        <w:rPr>
          <w:sz w:val="18"/>
          <w:szCs w:val="18"/>
        </w:rPr>
        <w:t>technicko-bezpečnostních</w:t>
      </w:r>
      <w:proofErr w:type="spellEnd"/>
      <w:r w:rsidRPr="00BE3346">
        <w:rPr>
          <w:sz w:val="18"/>
          <w:szCs w:val="18"/>
        </w:rPr>
        <w:t xml:space="preserve"> zkoušek bude sledováno dle příslušného vnitřního předpisu Objednatele.</w:t>
      </w:r>
    </w:p>
    <w:p w14:paraId="133ABEAF" w14:textId="77777777" w:rsidR="00AD75BB" w:rsidRPr="00BE3346" w:rsidRDefault="00AD75BB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BE3346">
        <w:rPr>
          <w:sz w:val="18"/>
          <w:szCs w:val="18"/>
        </w:rPr>
        <w:t xml:space="preserve">Součástí </w:t>
      </w:r>
      <w:proofErr w:type="spellStart"/>
      <w:r w:rsidRPr="00BE3346">
        <w:rPr>
          <w:sz w:val="18"/>
          <w:szCs w:val="18"/>
        </w:rPr>
        <w:t>technicko-bezpečnostních</w:t>
      </w:r>
      <w:proofErr w:type="spellEnd"/>
      <w:r w:rsidRPr="00BE3346">
        <w:rPr>
          <w:sz w:val="18"/>
          <w:szCs w:val="18"/>
        </w:rPr>
        <w:t xml:space="preserve"> zkoušek ve smyslu vyhlášky č. 177/1995 Sb., kterou se vydává stavební a technický řád drah, ve znění pozdějších předpisů, bude v rámci ověření provozuschopnosti a bezpečnosti i kontrola činnosti všech odpojovačů a odpínačů (v režimu: místně, dálkově, ústředně) s kontrolou signalizace na ovládací skříni odpojovačů a elektro dispečinku.</w:t>
      </w:r>
    </w:p>
    <w:p w14:paraId="4FB20269" w14:textId="77777777" w:rsidR="00AD75BB" w:rsidRPr="00BE3346" w:rsidRDefault="00AD75BB" w:rsidP="005220AF">
      <w:pPr>
        <w:pStyle w:val="Text2-2"/>
      </w:pPr>
      <w:r w:rsidRPr="00BE3346">
        <w:rPr>
          <w:b/>
        </w:rPr>
        <w:t>K činnostem Zhotovitele v rámci plnění SOD</w:t>
      </w:r>
      <w:r w:rsidRPr="00BE3346">
        <w:t xml:space="preserve"> mimo jiné také patří:</w:t>
      </w:r>
    </w:p>
    <w:p w14:paraId="7B1350E1" w14:textId="77777777" w:rsidR="00796FF0" w:rsidRPr="00BE3346" w:rsidRDefault="00796FF0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E3346">
        <w:rPr>
          <w:sz w:val="18"/>
          <w:szCs w:val="18"/>
        </w:rPr>
        <w:t xml:space="preserve">zpracování koordinačních schémat </w:t>
      </w:r>
      <w:proofErr w:type="spellStart"/>
      <w:r w:rsidRPr="00BE3346">
        <w:rPr>
          <w:sz w:val="18"/>
          <w:szCs w:val="18"/>
        </w:rPr>
        <w:t>ukolejnění</w:t>
      </w:r>
      <w:proofErr w:type="spellEnd"/>
      <w:r w:rsidRPr="00BE3346">
        <w:rPr>
          <w:sz w:val="18"/>
          <w:szCs w:val="18"/>
        </w:rPr>
        <w:t xml:space="preserve"> a trakčních propojek (</w:t>
      </w:r>
      <w:proofErr w:type="spellStart"/>
      <w:r w:rsidRPr="00BE3346">
        <w:rPr>
          <w:sz w:val="18"/>
          <w:szCs w:val="18"/>
        </w:rPr>
        <w:t>KSUaTP</w:t>
      </w:r>
      <w:proofErr w:type="spellEnd"/>
      <w:r w:rsidRPr="00BE3346">
        <w:rPr>
          <w:sz w:val="18"/>
          <w:szCs w:val="18"/>
        </w:rPr>
        <w:t>) pro jednotlivé stavební postupy,</w:t>
      </w:r>
    </w:p>
    <w:p w14:paraId="6E661C3A" w14:textId="77777777" w:rsidR="009358DC" w:rsidRPr="00827154" w:rsidRDefault="009358DC" w:rsidP="005220AF">
      <w:pPr>
        <w:pStyle w:val="Text2-2"/>
      </w:pPr>
      <w:r w:rsidRPr="00827154">
        <w:t>Zhotovitel je povinen zajistit veřejnoprávní projednání a vydání potřebných rozhodnutí, povolení, souhlasů a jiných opatření</w:t>
      </w:r>
      <w:r w:rsidR="00223CF2" w:rsidRPr="00827154">
        <w:t>, nad rámec rozhodnutí, povolení, souhlasů zajištěných Objednatelem.</w:t>
      </w:r>
      <w:r w:rsidRPr="00827154">
        <w:t xml:space="preserve"> Zejména se jedná o:</w:t>
      </w:r>
    </w:p>
    <w:p w14:paraId="1C177817" w14:textId="3B8CD9E9" w:rsidR="009358DC" w:rsidRPr="00827154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27154">
        <w:rPr>
          <w:sz w:val="18"/>
          <w:szCs w:val="18"/>
        </w:rPr>
        <w:t>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827154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27154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5220AF">
      <w:pPr>
        <w:pStyle w:val="Text2-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 xml:space="preserve">V případě plánovaného omezení funkce (výluka závislostí pro vyloučenou kolej) přejezdového zabezpečovacího zařízení (dále jen PZZ), Zhotovitel na </w:t>
      </w:r>
      <w:r w:rsidRPr="00BD583A">
        <w:lastRenderedPageBreak/>
        <w:t>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742029CC" w14:textId="77777777" w:rsidR="00F72FDF" w:rsidRPr="00827154" w:rsidRDefault="00F72FDF" w:rsidP="00F21EDB">
      <w:pPr>
        <w:pStyle w:val="Text2-2"/>
      </w:pPr>
      <w:r w:rsidRPr="00827154">
        <w:t xml:space="preserve">Zhotovitel se zavazuje 12 týdnů před zahájením prací v určeném úseku upozornit TDS a příslušnou provozní jednotku </w:t>
      </w:r>
      <w:r w:rsidRPr="00827154">
        <w:rPr>
          <w:b/>
        </w:rPr>
        <w:t>na omezení či zastavení provozu vlečky,</w:t>
      </w:r>
      <w:r w:rsidRPr="00827154">
        <w:t xml:space="preserve"> nakládkových a vykládkových kolejí z důvodů výluk kolejí.</w:t>
      </w:r>
    </w:p>
    <w:p w14:paraId="4D104648" w14:textId="77777777" w:rsidR="00FD0503" w:rsidRPr="00827154" w:rsidRDefault="00FD0503" w:rsidP="00F21EDB">
      <w:pPr>
        <w:pStyle w:val="Text2-2"/>
      </w:pPr>
      <w:r w:rsidRPr="00827154">
        <w:rPr>
          <w:b/>
        </w:rPr>
        <w:t xml:space="preserve">V </w:t>
      </w:r>
      <w:r w:rsidR="000C3375" w:rsidRPr="00827154">
        <w:rPr>
          <w:b/>
        </w:rPr>
        <w:t>dokumentaci skutečného provedení stavby (</w:t>
      </w:r>
      <w:r w:rsidRPr="00827154">
        <w:rPr>
          <w:b/>
        </w:rPr>
        <w:t>DSPS</w:t>
      </w:r>
      <w:r w:rsidR="000C3375" w:rsidRPr="00827154">
        <w:rPr>
          <w:b/>
        </w:rPr>
        <w:t>)</w:t>
      </w:r>
      <w:r w:rsidRPr="00827154">
        <w:rPr>
          <w:b/>
        </w:rPr>
        <w:t xml:space="preserve"> </w:t>
      </w:r>
      <w:r w:rsidRPr="00827154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5F3CF275" w14:textId="77777777" w:rsidR="009F244D" w:rsidRPr="009F244D" w:rsidRDefault="009F244D" w:rsidP="009F244D">
      <w:pPr>
        <w:pStyle w:val="Text2-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</w:t>
      </w:r>
      <w:proofErr w:type="gramStart"/>
      <w:r w:rsidRPr="006F687F">
        <w:t>Příloze B.1 směrnice</w:t>
      </w:r>
      <w:proofErr w:type="gramEnd"/>
      <w:r w:rsidRPr="006F687F">
        <w:t xml:space="preserve">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 xml:space="preserve">, o požární ochraně, včetně </w:t>
      </w:r>
      <w:r w:rsidR="006C44FD">
        <w:lastRenderedPageBreak/>
        <w:t>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4F09C53C" w14:textId="77777777" w:rsidR="00DF7BAA" w:rsidRDefault="00DF7BAA" w:rsidP="00DF7BAA">
      <w:pPr>
        <w:pStyle w:val="Nadpis2-2"/>
      </w:pPr>
      <w:bookmarkStart w:id="36" w:name="_Toc6410438"/>
      <w:bookmarkStart w:id="37" w:name="_Toc128128720"/>
      <w:r>
        <w:t>Doklady překládané zhotovitelem</w:t>
      </w:r>
      <w:bookmarkEnd w:id="36"/>
      <w:bookmarkEnd w:id="37"/>
    </w:p>
    <w:p w14:paraId="44E06185" w14:textId="2E54107A" w:rsidR="00D12C76" w:rsidRPr="00E27E79" w:rsidRDefault="008F5425" w:rsidP="00562909">
      <w:pPr>
        <w:pStyle w:val="Text2-1"/>
      </w:pPr>
      <w:r w:rsidRPr="00E27E79">
        <w:t>P</w:t>
      </w:r>
      <w:r w:rsidR="00D12C76" w:rsidRPr="00E27E79">
        <w:t>řed zahájením prací na objektech, jejichž součástí jsou „Určená technická zařízení“ ve smyslu vyhlášky MD č. 100/1995 Sb., kterou se stanoví podmínky pro provoz, konstrukci a</w:t>
      </w:r>
      <w:r w:rsidR="00562909" w:rsidRPr="00E27E79">
        <w:t> </w:t>
      </w:r>
      <w:r w:rsidR="00D12C76" w:rsidRPr="00E27E79">
        <w:t xml:space="preserve">výrobu určených technických zařízení a jejich konkretizace (Řád určených technických zařízení), v platném znění, včetně prováděcích předpisů k této vyhlášce v platném znění, </w:t>
      </w:r>
      <w:r w:rsidR="00E27E79" w:rsidRPr="00E27E79">
        <w:t xml:space="preserve">Zhotovitel předloží </w:t>
      </w:r>
      <w:r w:rsidR="00D12C76" w:rsidRPr="00E27E79">
        <w:t xml:space="preserve">doklad o tom, že má </w:t>
      </w:r>
      <w:r w:rsidR="00562909" w:rsidRPr="00E27E79">
        <w:t xml:space="preserve">pověření nebo má </w:t>
      </w:r>
      <w:r w:rsidR="00D12C76" w:rsidRPr="00E27E79">
        <w:t xml:space="preserve">zajištěnou spolupráci </w:t>
      </w:r>
      <w:r w:rsidR="00562909" w:rsidRPr="00E27E79">
        <w:t>s </w:t>
      </w:r>
      <w:r w:rsidR="00D12C76" w:rsidRPr="00E27E79">
        <w:t>právnick</w:t>
      </w:r>
      <w:r w:rsidR="00562909" w:rsidRPr="00E27E79">
        <w:t xml:space="preserve">ou </w:t>
      </w:r>
      <w:r w:rsidR="00D12C76" w:rsidRPr="00E27E79">
        <w:t>osob</w:t>
      </w:r>
      <w:r w:rsidR="00562909" w:rsidRPr="00E27E79">
        <w:t>ou, která má pověření</w:t>
      </w:r>
      <w:r w:rsidR="00D12C76" w:rsidRPr="00E27E79">
        <w:t xml:space="preserve"> podle ustanovení § 47 odst. 4 zákona č. 266/1994 Sb. o drahách v platném znění pro všechny druhy „Určených technických zařízení“, dotčených </w:t>
      </w:r>
      <w:r w:rsidR="00840EA1" w:rsidRPr="00E27E79">
        <w:t>stavebními pr</w:t>
      </w:r>
      <w:r w:rsidR="00174630" w:rsidRPr="00E27E79">
        <w:t>a</w:t>
      </w:r>
      <w:r w:rsidR="00840EA1" w:rsidRPr="00E27E79">
        <w:t xml:space="preserve">cemi. </w:t>
      </w:r>
      <w:r w:rsidR="00D12C76" w:rsidRPr="00E27E79">
        <w:t>Z tohoto dokladu musí být zřejmé, že se vztahuje k plnění předmětné zakázky a bez jeho předložení těchto dokladů nebude možné zahájit práce na výše uvedených objektech.</w:t>
      </w:r>
    </w:p>
    <w:p w14:paraId="6BC2C03D" w14:textId="77777777" w:rsidR="00DF7BAA" w:rsidRPr="006B7DEC" w:rsidRDefault="00DF7BAA" w:rsidP="00DF7BAA">
      <w:pPr>
        <w:pStyle w:val="Text2-1"/>
      </w:pPr>
      <w:r w:rsidRPr="006B7DEC">
        <w:t xml:space="preserve">Zhotovitel doloží </w:t>
      </w:r>
      <w:r w:rsidRPr="006B7DEC">
        <w:rPr>
          <w:b/>
        </w:rPr>
        <w:t>mimo jiné</w:t>
      </w:r>
      <w:r w:rsidRPr="006B7DEC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2955DBAC" w14:textId="1A145A46" w:rsidR="00DF7BAA" w:rsidRPr="006B7DEC" w:rsidRDefault="006B7DEC" w:rsidP="0047647C">
      <w:pPr>
        <w:pStyle w:val="Odrka1-1"/>
        <w:numPr>
          <w:ilvl w:val="0"/>
          <w:numId w:val="4"/>
        </w:numPr>
        <w:spacing w:after="60"/>
      </w:pPr>
      <w:r w:rsidRPr="006B7DEC">
        <w:t>E-07: řízení a zajišťování, oprav, rekonstrukcí, popř. modernizace železničních tratí zařízení správy elektrotechniky a energetiky</w:t>
      </w:r>
      <w:r w:rsidR="00DF7BAA" w:rsidRPr="006B7DEC">
        <w:t xml:space="preserve">; </w:t>
      </w:r>
    </w:p>
    <w:p w14:paraId="5DD92488" w14:textId="67B1CAB5" w:rsidR="00DF7BAA" w:rsidRPr="006B7DEC" w:rsidRDefault="006B7DEC" w:rsidP="0047647C">
      <w:pPr>
        <w:pStyle w:val="Odrka1-1"/>
        <w:numPr>
          <w:ilvl w:val="0"/>
          <w:numId w:val="4"/>
        </w:numPr>
        <w:spacing w:after="60"/>
      </w:pPr>
      <w:r w:rsidRPr="006B7DEC">
        <w:t xml:space="preserve">TZE: provádění revizí, prohlídek a zkoušek určeného technického zařízení dle vyhlášky č. 100/1995 Sb., § 1, odst. 4 a provádění revizí dle </w:t>
      </w:r>
      <w:r w:rsidR="00153205">
        <w:t xml:space="preserve">nařízení vlády </w:t>
      </w:r>
      <w:r w:rsidRPr="006B7DEC">
        <w:t xml:space="preserve">č. </w:t>
      </w:r>
      <w:r w:rsidR="00153205">
        <w:t>194</w:t>
      </w:r>
      <w:r w:rsidRPr="006B7DEC">
        <w:t>/</w:t>
      </w:r>
      <w:r w:rsidR="00153205">
        <w:t>2022</w:t>
      </w:r>
      <w:r w:rsidRPr="006B7DEC">
        <w:t xml:space="preserve"> Sb., § </w:t>
      </w:r>
      <w:r w:rsidR="00153205">
        <w:t>8</w:t>
      </w:r>
      <w:r w:rsidRPr="006B7DEC">
        <w:t>.</w:t>
      </w:r>
    </w:p>
    <w:p w14:paraId="42181132" w14:textId="77777777" w:rsidR="00DF7BAA" w:rsidRPr="006B7DEC" w:rsidRDefault="00DF7BAA" w:rsidP="00DF7BAA">
      <w:pPr>
        <w:pStyle w:val="Text2-1"/>
      </w:pPr>
      <w:r w:rsidRPr="006B7DEC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4E3B5150" w14:textId="77777777" w:rsidR="00DF7BAA" w:rsidRDefault="00DF7BAA" w:rsidP="00DF7BAA">
      <w:pPr>
        <w:pStyle w:val="Nadpis2-2"/>
      </w:pPr>
      <w:bookmarkStart w:id="38" w:name="_Toc6410439"/>
      <w:bookmarkStart w:id="39" w:name="_Toc128128721"/>
      <w:r>
        <w:t>Dokumentace zhotovitele pro stavbu</w:t>
      </w:r>
      <w:bookmarkEnd w:id="38"/>
      <w:bookmarkEnd w:id="39"/>
    </w:p>
    <w:p w14:paraId="488F8FA4" w14:textId="1F0CF139" w:rsidR="00740821" w:rsidRPr="00153205" w:rsidRDefault="00740821" w:rsidP="00F21EDB">
      <w:pPr>
        <w:pStyle w:val="Text2-1"/>
      </w:pPr>
      <w:r w:rsidRPr="00153205">
        <w:t>Součástí předmětu díla je i vyhotovení Realizační dokumentace stavby (výrobní, montážní, dílenské), která v případě potřeby rozpracovává podrobně zadávací dokumentaci (PDPS) dle přílohy č.</w:t>
      </w:r>
      <w:r w:rsidR="00EE6FF4" w:rsidRPr="00153205">
        <w:t> </w:t>
      </w:r>
      <w:r w:rsidRPr="00153205">
        <w:t>4</w:t>
      </w:r>
      <w:r w:rsidR="00EE6FF4" w:rsidRPr="00153205">
        <w:t xml:space="preserve"> </w:t>
      </w:r>
      <w:r w:rsidRPr="00153205">
        <w:t>vyhlášky č.</w:t>
      </w:r>
      <w:r w:rsidR="00EE6FF4" w:rsidRPr="00153205">
        <w:t> </w:t>
      </w:r>
      <w:r w:rsidRPr="00153205">
        <w:t>46/2008 Sb. o rozsahu a obsahu projektové dokumentace dopravních staveb, v platném znění, příslušných TKP Staveb státních drah a směrnice SŽ SM011 Dokumentace staveb Správy železnic, státní organizace (dále jen „ SŽ SM011)</w:t>
      </w:r>
      <w:r w:rsidR="00153205" w:rsidRPr="00153205">
        <w:t>.</w:t>
      </w:r>
    </w:p>
    <w:p w14:paraId="109FD0B0" w14:textId="77777777" w:rsidR="00EE6FF4" w:rsidRPr="00153205" w:rsidRDefault="00740821" w:rsidP="00F21EDB">
      <w:pPr>
        <w:pStyle w:val="Text2-1"/>
      </w:pPr>
      <w:r w:rsidRPr="00153205">
        <w:t xml:space="preserve">Za dodání schválené související výkresové dokumentace pro ostatní stavební postupy zodpovídá Zhotovitel stavby v souladu s přílohou P8 směrnice SŽ SM011. </w:t>
      </w:r>
    </w:p>
    <w:p w14:paraId="4B0ECEFE" w14:textId="54E2B72C" w:rsidR="00740821" w:rsidRPr="00153205" w:rsidRDefault="00153205" w:rsidP="00F21EDB">
      <w:pPr>
        <w:pStyle w:val="Text2-1"/>
      </w:pPr>
      <w:r w:rsidRPr="00153205">
        <w:t xml:space="preserve">Zhotovitel v případě potřeby zpracuje </w:t>
      </w:r>
      <w:r w:rsidR="00740821" w:rsidRPr="00153205">
        <w:t>technologick</w:t>
      </w:r>
      <w:r w:rsidRPr="00153205">
        <w:t>é</w:t>
      </w:r>
      <w:r w:rsidR="00740821" w:rsidRPr="00153205">
        <w:t xml:space="preserve"> předpis</w:t>
      </w:r>
      <w:r w:rsidRPr="00153205">
        <w:t>y</w:t>
      </w:r>
      <w:r w:rsidR="00740821" w:rsidRPr="00153205">
        <w:t xml:space="preserve"> (</w:t>
      </w:r>
      <w:proofErr w:type="spellStart"/>
      <w:r w:rsidR="00740821" w:rsidRPr="00153205">
        <w:t>TePř</w:t>
      </w:r>
      <w:proofErr w:type="spellEnd"/>
      <w:r w:rsidR="00740821" w:rsidRPr="00153205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153205">
        <w:t>.</w:t>
      </w:r>
    </w:p>
    <w:p w14:paraId="19F38ADB" w14:textId="77777777" w:rsidR="00B53E41" w:rsidRDefault="00DF7BAA" w:rsidP="0060019A">
      <w:pPr>
        <w:pStyle w:val="Nadpis2-2"/>
      </w:pPr>
      <w:bookmarkStart w:id="40" w:name="_Toc6410440"/>
      <w:bookmarkStart w:id="41" w:name="_Toc128128722"/>
      <w:r>
        <w:t>Dokumentace skutečného provedení stavby</w:t>
      </w:r>
      <w:bookmarkEnd w:id="40"/>
      <w:bookmarkEnd w:id="41"/>
    </w:p>
    <w:p w14:paraId="00B8E2C3" w14:textId="72D58D15" w:rsidR="00772911" w:rsidRPr="0052615C" w:rsidRDefault="00606137" w:rsidP="00772911">
      <w:pPr>
        <w:pStyle w:val="Text2-1"/>
        <w:numPr>
          <w:ilvl w:val="2"/>
          <w:numId w:val="21"/>
        </w:numPr>
        <w:rPr>
          <w:b/>
        </w:rPr>
      </w:pPr>
      <w:r w:rsidRPr="00606137">
        <w:t xml:space="preserve">Předání DSPS dle oddílu 1.11.5 Kapitoly 1 TKP </w:t>
      </w:r>
      <w:r w:rsidR="00525C0C">
        <w:t xml:space="preserve">a </w:t>
      </w:r>
      <w:r w:rsidR="00525C0C" w:rsidRPr="00153205">
        <w:t>dle</w:t>
      </w:r>
      <w:r w:rsidRPr="00153205">
        <w:t xml:space="preserve"> čl. 4.1.2.23 - 4.1.2.28 těchto ZTP proběhne na médiu: </w:t>
      </w:r>
      <w:r w:rsidRPr="00153205">
        <w:rPr>
          <w:b/>
        </w:rPr>
        <w:t xml:space="preserve">USB </w:t>
      </w:r>
      <w:proofErr w:type="spellStart"/>
      <w:r w:rsidRPr="00153205">
        <w:rPr>
          <w:b/>
        </w:rPr>
        <w:t>flash</w:t>
      </w:r>
      <w:proofErr w:type="spellEnd"/>
      <w:r w:rsidRPr="00153205">
        <w:rPr>
          <w:b/>
        </w:rPr>
        <w:t xml:space="preserve"> disk</w:t>
      </w:r>
      <w:r w:rsidR="00772911">
        <w:rPr>
          <w:rFonts w:eastAsia="Verdana" w:cs="Times New Roman"/>
          <w:b/>
        </w:rPr>
        <w:t>.</w:t>
      </w:r>
      <w:bookmarkStart w:id="42" w:name="_Toc6410441"/>
    </w:p>
    <w:p w14:paraId="01F4A384" w14:textId="77777777" w:rsidR="00DF7BAA" w:rsidRPr="00E77C22" w:rsidRDefault="00DF7BAA" w:rsidP="00DF7BAA">
      <w:pPr>
        <w:pStyle w:val="Nadpis2-2"/>
      </w:pPr>
      <w:bookmarkStart w:id="43" w:name="_Toc6410443"/>
      <w:bookmarkStart w:id="44" w:name="_Toc128128723"/>
      <w:bookmarkEnd w:id="42"/>
      <w:r w:rsidRPr="00E77C22">
        <w:t>Silnoproudá technologie včetně DŘT, trakční a energetická zařízení</w:t>
      </w:r>
      <w:bookmarkEnd w:id="43"/>
      <w:bookmarkEnd w:id="44"/>
    </w:p>
    <w:p w14:paraId="2131A0AC" w14:textId="62F46536" w:rsidR="00DF7BAA" w:rsidRDefault="00772911" w:rsidP="00DF7BAA">
      <w:pPr>
        <w:pStyle w:val="Text2-1"/>
      </w:pPr>
      <w:r>
        <w:t xml:space="preserve">Předmětem stavby je demontáž vybraných součástí trakčního vedení v </w:t>
      </w:r>
      <w:proofErr w:type="spellStart"/>
      <w:r>
        <w:t>žst</w:t>
      </w:r>
      <w:proofErr w:type="spellEnd"/>
      <w:r>
        <w:t>. S</w:t>
      </w:r>
      <w:r>
        <w:t>o</w:t>
      </w:r>
      <w:r>
        <w:t>k</w:t>
      </w:r>
      <w:r>
        <w:t>oln</w:t>
      </w:r>
      <w:r>
        <w:t>ice</w:t>
      </w:r>
      <w:r>
        <w:t>-Telnice</w:t>
      </w:r>
      <w:r>
        <w:t xml:space="preserve"> dle zpracované projektové dokumentace</w:t>
      </w:r>
      <w:r w:rsidR="00DF7BAA" w:rsidRPr="00E77C22">
        <w:t>.</w:t>
      </w:r>
    </w:p>
    <w:p w14:paraId="18022D77" w14:textId="738DF677" w:rsidR="00772911" w:rsidRDefault="00772911" w:rsidP="00DF7BAA">
      <w:pPr>
        <w:pStyle w:val="Text2-1"/>
      </w:pPr>
      <w:r>
        <w:t>Dotčené související zařízení bude upraveno podle sestavení vzorové sestavy „S“, specifikované pro jednotlivé trakční podpěry a konstrukce v soupisu sestavení PD</w:t>
      </w:r>
      <w:r>
        <w:t>.</w:t>
      </w:r>
    </w:p>
    <w:p w14:paraId="28352C2B" w14:textId="05674745" w:rsidR="00772911" w:rsidRDefault="0013005C" w:rsidP="00946EAC">
      <w:pPr>
        <w:pStyle w:val="Text2-1"/>
      </w:pPr>
      <w:r>
        <w:lastRenderedPageBreak/>
        <w:t xml:space="preserve">Nově vybudované zařízení bude v souladu s aktuálně platnými technickými normami, zejména </w:t>
      </w:r>
      <w:r w:rsidR="00772911">
        <w:t xml:space="preserve">ČSN EN 50119 ed.2 Drážní </w:t>
      </w:r>
      <w:proofErr w:type="gramStart"/>
      <w:r w:rsidR="00772911">
        <w:t>zařízení</w:t>
      </w:r>
      <w:proofErr w:type="gramEnd"/>
      <w:r w:rsidR="00772911">
        <w:t>–</w:t>
      </w:r>
      <w:proofErr w:type="gramStart"/>
      <w:r w:rsidR="00772911">
        <w:t>Pevná</w:t>
      </w:r>
      <w:proofErr w:type="gramEnd"/>
      <w:r w:rsidR="00772911">
        <w:t xml:space="preserve"> trakční zařízení–Trolejová vedení pro elektrickou trakci</w:t>
      </w:r>
      <w:r>
        <w:t xml:space="preserve"> a</w:t>
      </w:r>
      <w:r w:rsidR="00772911">
        <w:t xml:space="preserve"> ČSN 34 1530 </w:t>
      </w:r>
      <w:proofErr w:type="spellStart"/>
      <w:r w:rsidR="00772911">
        <w:t>ed</w:t>
      </w:r>
      <w:proofErr w:type="spellEnd"/>
      <w:r w:rsidR="00772911">
        <w:t xml:space="preserve">. 2 Drážní </w:t>
      </w:r>
      <w:proofErr w:type="gramStart"/>
      <w:r w:rsidR="00772911">
        <w:t>zařízení</w:t>
      </w:r>
      <w:proofErr w:type="gramEnd"/>
      <w:r w:rsidR="00772911">
        <w:t>–</w:t>
      </w:r>
      <w:proofErr w:type="gramStart"/>
      <w:r w:rsidR="00772911">
        <w:t>Elektrická</w:t>
      </w:r>
      <w:proofErr w:type="gramEnd"/>
      <w:r w:rsidR="00772911">
        <w:t xml:space="preserve"> trakční vedení železničních drah</w:t>
      </w:r>
      <w:r>
        <w:t xml:space="preserve">, </w:t>
      </w:r>
      <w:r w:rsidR="00772911">
        <w:t>celostátních, regionálních a vleček</w:t>
      </w:r>
      <w:r>
        <w:t>.</w:t>
      </w:r>
    </w:p>
    <w:p w14:paraId="6625D77D" w14:textId="55297ED4" w:rsidR="0013005C" w:rsidRDefault="0013005C" w:rsidP="00946EAC">
      <w:pPr>
        <w:pStyle w:val="Text2-1"/>
      </w:pPr>
      <w:r>
        <w:t>Musí být respektována Směrnice SŽDC č. 34 "Směrnice pro uvádění do provozu výrobků, které jsou součástí sdělovacích a zabezpečovacích zařízení a zařízení elektrotechniky a energetiky na železniční dopravní cestě ve vlastnictví státu, statní organizace SŽDC “s účinností od 1. října 2007, v platném znění</w:t>
      </w:r>
      <w:r>
        <w:t>.</w:t>
      </w:r>
    </w:p>
    <w:p w14:paraId="33F36156" w14:textId="146EBFF2" w:rsidR="0013005C" w:rsidRPr="00E77C22" w:rsidRDefault="0013005C" w:rsidP="00946EAC">
      <w:pPr>
        <w:pStyle w:val="Text2-1"/>
      </w:pPr>
      <w:r>
        <w:t>Na dotčeném zařízení, které po této akci zůstane v provozu, budou v rámci realizace provedeny i příslušné revize a zkoušky UTZ</w:t>
      </w:r>
      <w:r>
        <w:t>.</w:t>
      </w:r>
    </w:p>
    <w:p w14:paraId="3B67C881" w14:textId="77777777" w:rsidR="00DF7BAA" w:rsidRDefault="00DF7BAA" w:rsidP="00DF7BAA">
      <w:pPr>
        <w:pStyle w:val="Nadpis2-2"/>
      </w:pPr>
      <w:bookmarkStart w:id="45" w:name="_Toc6410458"/>
      <w:bookmarkStart w:id="46" w:name="_Toc128128724"/>
      <w:r>
        <w:t>Životní prostředí</w:t>
      </w:r>
      <w:bookmarkEnd w:id="46"/>
      <w:r>
        <w:t xml:space="preserve"> </w:t>
      </w:r>
      <w:bookmarkEnd w:id="45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 xml:space="preserve">Zhotovitel se zavazuje zajistit </w:t>
      </w:r>
      <w:proofErr w:type="spellStart"/>
      <w:r w:rsidRPr="00067FA3">
        <w:rPr>
          <w:rStyle w:val="Tun"/>
          <w:b w:val="0"/>
        </w:rPr>
        <w:t>převzorkování</w:t>
      </w:r>
      <w:proofErr w:type="spellEnd"/>
      <w:r w:rsidRPr="00067FA3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 xml:space="preserve">směrnice SŽ SM096, Směrnice pro nakládání s odpady). Vzorkování bude probíhat dle Metodického návodu Správy železnic k problematice vzorkování stavebních a demoličních odpadů v rámci přípravy a realizace staveb, který je </w:t>
      </w:r>
      <w:proofErr w:type="gramStart"/>
      <w:r w:rsidRPr="00067FA3">
        <w:rPr>
          <w:rStyle w:val="Tun"/>
          <w:b w:val="0"/>
        </w:rPr>
        <w:t>přílohou B.3 směrnice</w:t>
      </w:r>
      <w:proofErr w:type="gramEnd"/>
      <w:r w:rsidRPr="00067FA3">
        <w:rPr>
          <w:rStyle w:val="Tun"/>
          <w:b w:val="0"/>
        </w:rPr>
        <w:t xml:space="preserve">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0E03E227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47" w:name="_Toc6410460"/>
      <w:bookmarkStart w:id="48" w:name="_Toc128128725"/>
      <w:r w:rsidRPr="00EC2E51">
        <w:t>ORGANIZACE</w:t>
      </w:r>
      <w:r>
        <w:t xml:space="preserve"> VÝSTAVBY, VÝLUKY</w:t>
      </w:r>
      <w:bookmarkEnd w:id="47"/>
      <w:bookmarkEnd w:id="48"/>
    </w:p>
    <w:p w14:paraId="10DACBE2" w14:textId="53F6FE5D" w:rsidR="00B60031" w:rsidRPr="00406CE4" w:rsidRDefault="001A4CA5" w:rsidP="001A4CA5">
      <w:pPr>
        <w:pStyle w:val="Text2-1"/>
      </w:pPr>
      <w:r w:rsidRPr="00406CE4">
        <w:t xml:space="preserve">Při zpracování harmonogramu </w:t>
      </w:r>
      <w:r w:rsidR="0013005C" w:rsidRPr="00406CE4">
        <w:t xml:space="preserve">a při objednávání výluk </w:t>
      </w:r>
      <w:r w:rsidRPr="00406CE4">
        <w:t xml:space="preserve">je nutné vycházet z jednotlivých stavebních postupů a dodržet množství a délku předjednaných výluk. </w:t>
      </w:r>
    </w:p>
    <w:p w14:paraId="34CC474A" w14:textId="2800F574" w:rsidR="00DF7BAA" w:rsidRPr="00406CE4" w:rsidRDefault="00DF7BAA" w:rsidP="00DF7BAA">
      <w:pPr>
        <w:pStyle w:val="Text2-1"/>
      </w:pPr>
      <w:r w:rsidRPr="00406CE4">
        <w:t>V harmonogramu postupu prací je nutno respektovat zejména následující požadavky a termíny:</w:t>
      </w:r>
    </w:p>
    <w:p w14:paraId="1BD79F7A" w14:textId="77777777" w:rsidR="00DF7BAA" w:rsidRPr="00406CE4" w:rsidRDefault="00DF7BAA" w:rsidP="0047647C">
      <w:pPr>
        <w:pStyle w:val="Odrka1-1"/>
        <w:numPr>
          <w:ilvl w:val="0"/>
          <w:numId w:val="4"/>
        </w:numPr>
        <w:spacing w:after="60"/>
      </w:pPr>
      <w:r w:rsidRPr="00406CE4">
        <w:t>termín zahájení a ukončení stavby</w:t>
      </w:r>
    </w:p>
    <w:p w14:paraId="3A0DCAA3" w14:textId="77777777" w:rsidR="00DF7BAA" w:rsidRPr="00406CE4" w:rsidRDefault="00DF7BAA" w:rsidP="0047647C">
      <w:pPr>
        <w:pStyle w:val="Odrka1-1"/>
        <w:numPr>
          <w:ilvl w:val="0"/>
          <w:numId w:val="4"/>
        </w:numPr>
        <w:spacing w:after="60"/>
      </w:pPr>
      <w:r w:rsidRPr="00406CE4">
        <w:t>možné termíny uvádění provozuschopných celků do provozu</w:t>
      </w:r>
    </w:p>
    <w:p w14:paraId="3E239559" w14:textId="77777777" w:rsidR="00DF7BAA" w:rsidRPr="00406CE4" w:rsidRDefault="00DF7BAA" w:rsidP="0047647C">
      <w:pPr>
        <w:pStyle w:val="Odrka1-1"/>
        <w:numPr>
          <w:ilvl w:val="0"/>
          <w:numId w:val="4"/>
        </w:numPr>
        <w:spacing w:after="60"/>
      </w:pPr>
      <w:r w:rsidRPr="00406CE4">
        <w:t>výlukovou činnost s maximálním využitím výlukových časů</w:t>
      </w:r>
    </w:p>
    <w:p w14:paraId="762551C4" w14:textId="77777777" w:rsidR="00DF7BAA" w:rsidRPr="00406CE4" w:rsidRDefault="00DF7BAA" w:rsidP="0047647C">
      <w:pPr>
        <w:pStyle w:val="Odrka1-1"/>
        <w:numPr>
          <w:ilvl w:val="0"/>
          <w:numId w:val="4"/>
        </w:numPr>
        <w:spacing w:after="60"/>
      </w:pPr>
      <w:r w:rsidRPr="00406CE4">
        <w:t>uzavírky pozemních komunikací</w:t>
      </w:r>
    </w:p>
    <w:p w14:paraId="10BED5A0" w14:textId="77777777" w:rsidR="00DF7BAA" w:rsidRPr="00406CE4" w:rsidRDefault="00DF7BAA" w:rsidP="0047647C">
      <w:pPr>
        <w:pStyle w:val="Odrka1-1"/>
        <w:numPr>
          <w:ilvl w:val="0"/>
          <w:numId w:val="4"/>
        </w:numPr>
        <w:spacing w:after="60"/>
      </w:pPr>
      <w:r w:rsidRPr="00406CE4">
        <w:lastRenderedPageBreak/>
        <w:t>přechodové stavy, provozní zkoušky (kontrolní a zkušební plán)</w:t>
      </w:r>
    </w:p>
    <w:p w14:paraId="041613B3" w14:textId="77777777" w:rsidR="00DF7BAA" w:rsidRPr="00406CE4" w:rsidRDefault="00DF7BAA" w:rsidP="0047647C">
      <w:pPr>
        <w:pStyle w:val="Odrka1-1"/>
        <w:numPr>
          <w:ilvl w:val="0"/>
          <w:numId w:val="4"/>
        </w:numPr>
        <w:spacing w:after="60"/>
      </w:pPr>
      <w:r w:rsidRPr="00406CE4">
        <w:t>koordinace se souběžně probíhajícími stavbami</w:t>
      </w:r>
    </w:p>
    <w:p w14:paraId="5DFE72D2" w14:textId="7A8BF034" w:rsidR="00DF7BAA" w:rsidRPr="00406CE4" w:rsidRDefault="00DF7BAA" w:rsidP="00DF7BAA">
      <w:pPr>
        <w:pStyle w:val="Text2-1"/>
      </w:pPr>
      <w:r w:rsidRPr="00406CE4">
        <w:t xml:space="preserve">Zhotovitel se zavazuje </w:t>
      </w:r>
      <w:r w:rsidR="0013005C" w:rsidRPr="00406CE4">
        <w:t>požadované výluky projednat a pov</w:t>
      </w:r>
      <w:r w:rsidRPr="00406CE4">
        <w:t>ažovat množství a délku výluk</w:t>
      </w:r>
      <w:r w:rsidR="0013005C" w:rsidRPr="00406CE4">
        <w:t xml:space="preserve"> uvedených v plánu výluk </w:t>
      </w:r>
      <w:r w:rsidRPr="00406CE4">
        <w:t xml:space="preserve">za maximální. Objednatel si vyhrazuje právo pozměnit </w:t>
      </w:r>
      <w:r w:rsidR="00DB58AA" w:rsidRPr="00406CE4">
        <w:t>Z</w:t>
      </w:r>
      <w:r w:rsidRPr="00406CE4">
        <w:t>hotoviteli navržené časové horizonty rozhodujících výluk s cílem dosáhnout jejich maximálního využití a sladění s výlukami sousedních staveb.</w:t>
      </w:r>
    </w:p>
    <w:p w14:paraId="3433DF18" w14:textId="77777777" w:rsidR="00DF7BAA" w:rsidRDefault="00DF7BAA" w:rsidP="00DF7BAA">
      <w:pPr>
        <w:pStyle w:val="Nadpis2-1"/>
      </w:pPr>
      <w:bookmarkStart w:id="49" w:name="_Toc6410461"/>
      <w:bookmarkStart w:id="50" w:name="_Toc128128726"/>
      <w:r w:rsidRPr="00EC2E51">
        <w:t>SOUVISEJÍCÍ</w:t>
      </w:r>
      <w:r>
        <w:t xml:space="preserve"> DOKUMENTY A PŘEDPISY</w:t>
      </w:r>
      <w:bookmarkEnd w:id="49"/>
      <w:bookmarkEnd w:id="50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bookmarkEnd w:id="5"/>
    <w:bookmarkEnd w:id="6"/>
    <w:bookmarkEnd w:id="7"/>
    <w:bookmarkEnd w:id="8"/>
    <w:bookmarkEnd w:id="9"/>
    <w:p w14:paraId="6B2472A9" w14:textId="6DCA50A5" w:rsidR="002B6B58" w:rsidRDefault="002B6B58" w:rsidP="00264D52">
      <w:pPr>
        <w:pStyle w:val="Textbezodsazen"/>
      </w:pPr>
    </w:p>
    <w:sectPr w:rsidR="002B6B58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5FC5F8" w14:textId="77777777" w:rsidR="004800ED" w:rsidRDefault="004800ED" w:rsidP="00962258">
      <w:pPr>
        <w:spacing w:after="0" w:line="240" w:lineRule="auto"/>
      </w:pPr>
      <w:r>
        <w:separator/>
      </w:r>
    </w:p>
  </w:endnote>
  <w:endnote w:type="continuationSeparator" w:id="0">
    <w:p w14:paraId="7BB769C9" w14:textId="77777777" w:rsidR="004800ED" w:rsidRDefault="004800E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176A27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4F45AEF0" w:rsidR="00176A27" w:rsidRPr="00B8518B" w:rsidRDefault="00176A27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6CE4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06CE4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3BADCCB5" w:rsidR="00176A27" w:rsidRDefault="00176A27" w:rsidP="003462EB">
          <w:pPr>
            <w:pStyle w:val="Zpatvlevo"/>
          </w:pPr>
          <w:fldSimple w:instr=" STYLEREF  _Název_akce  \* MERGEFORMAT ">
            <w:r w:rsidR="00406CE4">
              <w:rPr>
                <w:noProof/>
              </w:rPr>
              <w:t>Oprava TV v žst. Sokolnice</w:t>
            </w:r>
            <w:r w:rsidR="00406CE4">
              <w:rPr>
                <w:noProof/>
              </w:rPr>
              <w:cr/>
            </w:r>
          </w:fldSimple>
          <w:r>
            <w:t>Příloha č. 2 c)</w:t>
          </w:r>
          <w:r w:rsidRPr="003462EB">
            <w:t xml:space="preserve"> </w:t>
          </w:r>
        </w:p>
        <w:p w14:paraId="178E0553" w14:textId="77777777" w:rsidR="00176A27" w:rsidRPr="003462EB" w:rsidRDefault="00176A27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176A27" w:rsidRPr="00614E71" w:rsidRDefault="00176A27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76A27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7C9AFC8B" w:rsidR="00176A27" w:rsidRDefault="00176A27" w:rsidP="003B111D">
          <w:pPr>
            <w:pStyle w:val="Zpatvpravo"/>
          </w:pPr>
          <w:fldSimple w:instr=" STYLEREF  _Název_akce  \* MERGEFORMAT ">
            <w:r w:rsidR="00406CE4">
              <w:rPr>
                <w:noProof/>
              </w:rPr>
              <w:t>Oprava TV v žst. Sokolnice</w:t>
            </w:r>
            <w:r w:rsidR="00406CE4">
              <w:rPr>
                <w:noProof/>
              </w:rPr>
              <w:cr/>
            </w:r>
          </w:fldSimple>
          <w:r>
            <w:t>Příloha č. 2 c)</w:t>
          </w:r>
        </w:p>
        <w:p w14:paraId="5D9BD160" w14:textId="77777777" w:rsidR="00176A27" w:rsidRPr="003462EB" w:rsidRDefault="00176A27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30ADBEBB" w:rsidR="00176A27" w:rsidRPr="009E09BE" w:rsidRDefault="00176A27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6CE4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06CE4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176A27" w:rsidRPr="00B8518B" w:rsidRDefault="00176A27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176A27" w:rsidRPr="00B8518B" w:rsidRDefault="00176A27" w:rsidP="00460660">
    <w:pPr>
      <w:pStyle w:val="Zpat"/>
      <w:rPr>
        <w:sz w:val="2"/>
        <w:szCs w:val="2"/>
      </w:rPr>
    </w:pPr>
  </w:p>
  <w:p w14:paraId="53F277EE" w14:textId="77777777" w:rsidR="00176A27" w:rsidRDefault="00176A27" w:rsidP="00757290">
    <w:pPr>
      <w:pStyle w:val="Zpatvlevo"/>
      <w:rPr>
        <w:rFonts w:cs="Calibri"/>
        <w:szCs w:val="12"/>
      </w:rPr>
    </w:pPr>
  </w:p>
  <w:p w14:paraId="17EFC080" w14:textId="77777777" w:rsidR="00176A27" w:rsidRPr="00460660" w:rsidRDefault="00176A2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4DB49" w14:textId="77777777" w:rsidR="004800ED" w:rsidRDefault="004800ED" w:rsidP="00962258">
      <w:pPr>
        <w:spacing w:after="0" w:line="240" w:lineRule="auto"/>
      </w:pPr>
      <w:r>
        <w:separator/>
      </w:r>
    </w:p>
  </w:footnote>
  <w:footnote w:type="continuationSeparator" w:id="0">
    <w:p w14:paraId="16EC7A02" w14:textId="77777777" w:rsidR="004800ED" w:rsidRDefault="004800E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76A27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176A27" w:rsidRPr="00B8518B" w:rsidRDefault="00176A2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176A27" w:rsidRDefault="00176A27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176A27" w:rsidRPr="00D6163D" w:rsidRDefault="00176A27" w:rsidP="00FC6389">
          <w:pPr>
            <w:pStyle w:val="Druhdokumentu"/>
          </w:pPr>
        </w:p>
      </w:tc>
    </w:tr>
    <w:tr w:rsidR="00176A27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176A27" w:rsidRPr="00B8518B" w:rsidRDefault="00176A2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176A27" w:rsidRDefault="00176A27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176A27" w:rsidRPr="00D6163D" w:rsidRDefault="00176A27" w:rsidP="00FC6389">
          <w:pPr>
            <w:pStyle w:val="Druhdokumentu"/>
          </w:pPr>
        </w:p>
      </w:tc>
    </w:tr>
  </w:tbl>
  <w:p w14:paraId="53E85CAA" w14:textId="77777777" w:rsidR="00176A27" w:rsidRPr="00D6163D" w:rsidRDefault="00176A27" w:rsidP="00FC6389">
    <w:pPr>
      <w:pStyle w:val="Zhlav"/>
      <w:rPr>
        <w:sz w:val="8"/>
        <w:szCs w:val="8"/>
      </w:rPr>
    </w:pPr>
  </w:p>
  <w:p w14:paraId="1437D3AE" w14:textId="77777777" w:rsidR="00176A27" w:rsidRPr="00460660" w:rsidRDefault="00176A2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2"/>
  </w:num>
  <w:num w:numId="14">
    <w:abstractNumId w:val="4"/>
  </w:num>
  <w:num w:numId="15">
    <w:abstractNumId w:val="13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05C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205"/>
    <w:rsid w:val="00153B6C"/>
    <w:rsid w:val="00157FB9"/>
    <w:rsid w:val="00161BD6"/>
    <w:rsid w:val="001656A2"/>
    <w:rsid w:val="0017050C"/>
    <w:rsid w:val="00170EC5"/>
    <w:rsid w:val="00174630"/>
    <w:rsid w:val="001747C1"/>
    <w:rsid w:val="00176A27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696D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6CE4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00ED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B7DEC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5C79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291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5FE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B7B"/>
    <w:rsid w:val="00827154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5425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A5C9F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E3346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B0A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2AB6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27E79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43095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553D37"/>
    <w:rsid w:val="005A5A36"/>
    <w:rsid w:val="005B1DD6"/>
    <w:rsid w:val="005C446F"/>
    <w:rsid w:val="00641106"/>
    <w:rsid w:val="007263AB"/>
    <w:rsid w:val="007A54EE"/>
    <w:rsid w:val="007C04C2"/>
    <w:rsid w:val="007C185D"/>
    <w:rsid w:val="007E4F29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F7EAF"/>
    <w:rsid w:val="00C4354E"/>
    <w:rsid w:val="00C710FC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03D836-B85E-4681-861C-9B662234D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6A0BFA4-B5FD-427B-89C3-312265ABE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1207</TotalTime>
  <Pages>12</Pages>
  <Words>4750</Words>
  <Characters>28031</Characters>
  <Application>Microsoft Office Word</Application>
  <DocSecurity>0</DocSecurity>
  <Lines>233</Lines>
  <Paragraphs>65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Pospíšek Jaroslav, Ing.</cp:lastModifiedBy>
  <cp:revision>10</cp:revision>
  <cp:lastPrinted>2022-12-07T13:03:00Z</cp:lastPrinted>
  <dcterms:created xsi:type="dcterms:W3CDTF">2023-01-17T14:50:00Z</dcterms:created>
  <dcterms:modified xsi:type="dcterms:W3CDTF">2023-02-24T09:59:00Z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